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6F7DA" w14:textId="77777777" w:rsidR="00F477BB" w:rsidRPr="00AD49D5" w:rsidRDefault="004B4955" w:rsidP="007463F0">
      <w:pPr>
        <w:jc w:val="right"/>
        <w:rPr>
          <w:color w:val="auto"/>
        </w:rPr>
      </w:pPr>
      <w:r w:rsidRPr="00AD49D5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9237E1" wp14:editId="0C767833">
                <wp:simplePos x="0" y="0"/>
                <wp:positionH relativeFrom="column">
                  <wp:posOffset>-120015</wp:posOffset>
                </wp:positionH>
                <wp:positionV relativeFrom="paragraph">
                  <wp:posOffset>97155</wp:posOffset>
                </wp:positionV>
                <wp:extent cx="2597785" cy="930275"/>
                <wp:effectExtent l="0" t="0" r="0" b="317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7785" cy="930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C30B37" w14:textId="77777777" w:rsidR="00761710" w:rsidRPr="00507999" w:rsidRDefault="00761710" w:rsidP="00507999">
                            <w:pPr>
                              <w:rPr>
                                <w:color w:val="7F7F7F" w:themeColor="text1" w:themeTint="80"/>
                                <w:sz w:val="18"/>
                              </w:rPr>
                            </w:pPr>
                            <w:r w:rsidRPr="00207EFF">
                              <w:rPr>
                                <w:color w:val="7F7F7F" w:themeColor="text1" w:themeTint="80"/>
                                <w:sz w:val="18"/>
                              </w:rPr>
                              <w:t xml:space="preserve"> </w:t>
                            </w:r>
                            <w:r w:rsidRPr="00507999">
                              <w:rPr>
                                <w:color w:val="7F7F7F" w:themeColor="text1" w:themeTint="80"/>
                                <w:sz w:val="18"/>
                              </w:rPr>
                              <w:t>Adres do korespondencji:</w:t>
                            </w:r>
                          </w:p>
                          <w:p w14:paraId="7492000A" w14:textId="77777777" w:rsidR="00761710" w:rsidRPr="00507999" w:rsidRDefault="00761710" w:rsidP="00507999">
                            <w:pPr>
                              <w:rPr>
                                <w:color w:val="7F7F7F" w:themeColor="text1" w:themeTint="80"/>
                                <w:sz w:val="18"/>
                              </w:rPr>
                            </w:pPr>
                            <w:r w:rsidRPr="00507999">
                              <w:rPr>
                                <w:color w:val="7F7F7F" w:themeColor="text1" w:themeTint="80"/>
                                <w:sz w:val="18"/>
                              </w:rPr>
                              <w:t>PGE GiEK SA Oddział Elektrownia Turów</w:t>
                            </w:r>
                          </w:p>
                          <w:p w14:paraId="20186F47" w14:textId="76FF2F18" w:rsidR="00761710" w:rsidRPr="00507999" w:rsidRDefault="00761710" w:rsidP="00507999">
                            <w:pPr>
                              <w:rPr>
                                <w:color w:val="7F7F7F" w:themeColor="text1" w:themeTint="80"/>
                                <w:sz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</w:rPr>
                              <w:t>u</w:t>
                            </w:r>
                            <w:r w:rsidRPr="00507999">
                              <w:rPr>
                                <w:color w:val="7F7F7F" w:themeColor="text1" w:themeTint="80"/>
                                <w:sz w:val="18"/>
                              </w:rPr>
                              <w:t>l. Młodych Energetyków 12</w:t>
                            </w:r>
                          </w:p>
                          <w:p w14:paraId="6471C325" w14:textId="77777777" w:rsidR="00761710" w:rsidRPr="00507999" w:rsidRDefault="00761710" w:rsidP="00507999">
                            <w:pPr>
                              <w:rPr>
                                <w:color w:val="7F7F7F" w:themeColor="text1" w:themeTint="80"/>
                                <w:sz w:val="18"/>
                              </w:rPr>
                            </w:pPr>
                            <w:r w:rsidRPr="00507999">
                              <w:rPr>
                                <w:color w:val="7F7F7F" w:themeColor="text1" w:themeTint="80"/>
                                <w:sz w:val="18"/>
                              </w:rPr>
                              <w:t>59-916 Bogatynia</w:t>
                            </w:r>
                          </w:p>
                          <w:p w14:paraId="7B583FCC" w14:textId="77777777" w:rsidR="00761710" w:rsidRPr="00207EFF" w:rsidRDefault="00761710" w:rsidP="00507999">
                            <w:pPr>
                              <w:rPr>
                                <w:color w:val="7F7F7F" w:themeColor="text1" w:themeTint="80"/>
                                <w:sz w:val="18"/>
                              </w:rPr>
                            </w:pPr>
                            <w:r w:rsidRPr="00507999">
                              <w:rPr>
                                <w:color w:val="7F7F7F" w:themeColor="text1" w:themeTint="80"/>
                                <w:sz w:val="18"/>
                              </w:rPr>
                              <w:t>Sekcja Realizacji Zakupów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9237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9.45pt;margin-top:7.65pt;width:204.55pt;height:7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" filled="f" stroked="f">
                <v:textbox>
                  <w:txbxContent>
                    <w:p w14:paraId="2BC30B37" w14:textId="77777777" w:rsidR="00761710" w:rsidRPr="00507999" w:rsidRDefault="00761710" w:rsidP="00507999">
                      <w:pPr>
                        <w:rPr>
                          <w:color w:val="7F7F7F" w:themeColor="text1" w:themeTint="80"/>
                          <w:sz w:val="18"/>
                        </w:rPr>
                      </w:pPr>
                      <w:r w:rsidRPr="00207EFF">
                        <w:rPr>
                          <w:color w:val="7F7F7F" w:themeColor="text1" w:themeTint="80"/>
                          <w:sz w:val="18"/>
                        </w:rPr>
                        <w:t xml:space="preserve"> </w:t>
                      </w:r>
                      <w:r w:rsidRPr="00507999">
                        <w:rPr>
                          <w:color w:val="7F7F7F" w:themeColor="text1" w:themeTint="80"/>
                          <w:sz w:val="18"/>
                        </w:rPr>
                        <w:t>Adres do korespondencji:</w:t>
                      </w:r>
                    </w:p>
                    <w:p w14:paraId="7492000A" w14:textId="77777777" w:rsidR="00761710" w:rsidRPr="00507999" w:rsidRDefault="00761710" w:rsidP="00507999">
                      <w:pPr>
                        <w:rPr>
                          <w:color w:val="7F7F7F" w:themeColor="text1" w:themeTint="80"/>
                          <w:sz w:val="18"/>
                        </w:rPr>
                      </w:pPr>
                      <w:r w:rsidRPr="00507999">
                        <w:rPr>
                          <w:color w:val="7F7F7F" w:themeColor="text1" w:themeTint="80"/>
                          <w:sz w:val="18"/>
                        </w:rPr>
                        <w:t>PGE GiEK SA Oddział Elektrownia Turów</w:t>
                      </w:r>
                    </w:p>
                    <w:p w14:paraId="20186F47" w14:textId="76FF2F18" w:rsidR="00761710" w:rsidRPr="00507999" w:rsidRDefault="00761710" w:rsidP="00507999">
                      <w:pPr>
                        <w:rPr>
                          <w:color w:val="7F7F7F" w:themeColor="text1" w:themeTint="80"/>
                          <w:sz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</w:rPr>
                        <w:t>u</w:t>
                      </w:r>
                      <w:r w:rsidRPr="00507999">
                        <w:rPr>
                          <w:color w:val="7F7F7F" w:themeColor="text1" w:themeTint="80"/>
                          <w:sz w:val="18"/>
                        </w:rPr>
                        <w:t>l. Młodych Energetyków 12</w:t>
                      </w:r>
                    </w:p>
                    <w:p w14:paraId="6471C325" w14:textId="77777777" w:rsidR="00761710" w:rsidRPr="00507999" w:rsidRDefault="00761710" w:rsidP="00507999">
                      <w:pPr>
                        <w:rPr>
                          <w:color w:val="7F7F7F" w:themeColor="text1" w:themeTint="80"/>
                          <w:sz w:val="18"/>
                        </w:rPr>
                      </w:pPr>
                      <w:r w:rsidRPr="00507999">
                        <w:rPr>
                          <w:color w:val="7F7F7F" w:themeColor="text1" w:themeTint="80"/>
                          <w:sz w:val="18"/>
                        </w:rPr>
                        <w:t>59-916 Bogatynia</w:t>
                      </w:r>
                    </w:p>
                    <w:p w14:paraId="7B583FCC" w14:textId="77777777" w:rsidR="00761710" w:rsidRPr="00207EFF" w:rsidRDefault="00761710" w:rsidP="00507999">
                      <w:pPr>
                        <w:rPr>
                          <w:color w:val="7F7F7F" w:themeColor="text1" w:themeTint="80"/>
                          <w:sz w:val="18"/>
                        </w:rPr>
                      </w:pPr>
                      <w:r w:rsidRPr="00507999">
                        <w:rPr>
                          <w:color w:val="7F7F7F" w:themeColor="text1" w:themeTint="80"/>
                          <w:sz w:val="18"/>
                        </w:rPr>
                        <w:t>Sekcja Realizacji Zakupów</w:t>
                      </w:r>
                    </w:p>
                  </w:txbxContent>
                </v:textbox>
              </v:shape>
            </w:pict>
          </mc:Fallback>
        </mc:AlternateContent>
      </w:r>
      <w:r w:rsidR="00F43DB5" w:rsidRPr="00AD49D5">
        <w:rPr>
          <w:color w:val="auto"/>
        </w:rPr>
        <w:t>Bogatynia</w:t>
      </w:r>
      <w:r w:rsidR="007463F0" w:rsidRPr="00AD49D5">
        <w:rPr>
          <w:color w:val="auto"/>
        </w:rPr>
        <w:t>,</w:t>
      </w:r>
      <w:r w:rsidR="00552EFF" w:rsidRPr="00AD49D5">
        <w:rPr>
          <w:color w:val="auto"/>
        </w:rPr>
        <w:t xml:space="preserve"> </w:t>
      </w:r>
      <w:r w:rsidR="009773C6" w:rsidRPr="00AD49D5">
        <w:rPr>
          <w:color w:val="auto"/>
        </w:rPr>
        <w:t>dn. ……………..</w:t>
      </w:r>
    </w:p>
    <w:p w14:paraId="574F2B34" w14:textId="77777777" w:rsidR="00552EFF" w:rsidRPr="00AD49D5" w:rsidRDefault="00552EFF" w:rsidP="007463F0">
      <w:pPr>
        <w:jc w:val="right"/>
        <w:rPr>
          <w:color w:val="auto"/>
        </w:rPr>
      </w:pPr>
    </w:p>
    <w:p w14:paraId="13394EE6" w14:textId="77777777" w:rsidR="00A42976" w:rsidRPr="00AD49D5" w:rsidRDefault="00A42976" w:rsidP="007463F0">
      <w:pPr>
        <w:jc w:val="right"/>
        <w:rPr>
          <w:b/>
          <w:color w:val="auto"/>
        </w:rPr>
      </w:pPr>
    </w:p>
    <w:p w14:paraId="18947B57" w14:textId="77777777" w:rsidR="00987592" w:rsidRPr="00AD49D5" w:rsidRDefault="00987592" w:rsidP="00987592">
      <w:pPr>
        <w:jc w:val="right"/>
        <w:rPr>
          <w:rFonts w:ascii="Arial" w:hAnsi="Arial" w:cs="Arial"/>
          <w:b/>
          <w:color w:val="auto"/>
        </w:rPr>
      </w:pPr>
    </w:p>
    <w:p w14:paraId="134C6B69" w14:textId="77777777" w:rsidR="00F86DFB" w:rsidRPr="00AD49D5" w:rsidRDefault="00F86DFB" w:rsidP="006B564D">
      <w:pPr>
        <w:spacing w:line="360" w:lineRule="auto"/>
        <w:jc w:val="right"/>
        <w:rPr>
          <w:rFonts w:ascii="Arial" w:hAnsi="Arial" w:cs="Arial"/>
          <w:b/>
          <w:color w:val="auto"/>
        </w:rPr>
      </w:pPr>
      <w:r w:rsidRPr="00AD49D5">
        <w:rPr>
          <w:rFonts w:ascii="Arial" w:hAnsi="Arial" w:cs="Arial"/>
          <w:b/>
          <w:color w:val="auto"/>
        </w:rPr>
        <w:t xml:space="preserve">                                                  </w:t>
      </w:r>
    </w:p>
    <w:p w14:paraId="75C15476" w14:textId="77777777" w:rsidR="009773C6" w:rsidRPr="00AD49D5" w:rsidRDefault="009773C6" w:rsidP="00A318BA">
      <w:pPr>
        <w:spacing w:line="360" w:lineRule="auto"/>
        <w:rPr>
          <w:rFonts w:ascii="Arial" w:hAnsi="Arial" w:cs="Arial"/>
          <w:b/>
          <w:color w:val="auto"/>
          <w:sz w:val="18"/>
          <w:szCs w:val="18"/>
        </w:rPr>
      </w:pPr>
    </w:p>
    <w:p w14:paraId="14D23159" w14:textId="77777777" w:rsidR="004F09FA" w:rsidRPr="005E1595" w:rsidRDefault="004F09FA" w:rsidP="004F09FA">
      <w:pPr>
        <w:ind w:left="426" w:hanging="426"/>
        <w:rPr>
          <w:rFonts w:ascii="Arial" w:hAnsi="Arial" w:cs="Arial"/>
          <w:b/>
          <w:color w:val="auto"/>
          <w:sz w:val="18"/>
          <w:szCs w:val="18"/>
          <w:u w:val="single"/>
        </w:rPr>
      </w:pPr>
      <w:r w:rsidRPr="005E1595">
        <w:rPr>
          <w:rFonts w:ascii="Arial" w:hAnsi="Arial" w:cs="Arial"/>
          <w:b/>
          <w:color w:val="auto"/>
          <w:sz w:val="18"/>
          <w:szCs w:val="18"/>
          <w:u w:val="single"/>
        </w:rPr>
        <w:t>Zamawiający:</w:t>
      </w:r>
    </w:p>
    <w:p w14:paraId="5EBBEE2F" w14:textId="77777777" w:rsidR="004F09FA" w:rsidRPr="005E1595" w:rsidRDefault="004F09FA" w:rsidP="004F09FA">
      <w:pPr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5E1595">
        <w:rPr>
          <w:rFonts w:ascii="Arial" w:hAnsi="Arial" w:cs="Arial"/>
          <w:color w:val="auto"/>
          <w:sz w:val="18"/>
          <w:szCs w:val="18"/>
        </w:rPr>
        <w:t>PGE Górnictwo i Energetyka Konwencjonalna S.A.</w:t>
      </w:r>
    </w:p>
    <w:p w14:paraId="6AAD6C85" w14:textId="77777777" w:rsidR="004F09FA" w:rsidRPr="005E1595" w:rsidRDefault="004F09FA" w:rsidP="004F09FA">
      <w:pPr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5E1595">
        <w:rPr>
          <w:rFonts w:ascii="Arial" w:hAnsi="Arial" w:cs="Arial"/>
          <w:color w:val="auto"/>
          <w:sz w:val="18"/>
          <w:szCs w:val="18"/>
        </w:rPr>
        <w:t>ul. Węglowa 5, 97–400 Bełchatów</w:t>
      </w:r>
    </w:p>
    <w:p w14:paraId="1A29164A" w14:textId="77777777" w:rsidR="004F09FA" w:rsidRPr="005E1595" w:rsidRDefault="004F09FA" w:rsidP="004F09FA">
      <w:pPr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5E1595">
        <w:rPr>
          <w:rFonts w:ascii="Arial" w:hAnsi="Arial" w:cs="Arial"/>
          <w:color w:val="auto"/>
          <w:sz w:val="18"/>
          <w:szCs w:val="18"/>
        </w:rPr>
        <w:t>NIP: 769–050–24–95</w:t>
      </w:r>
    </w:p>
    <w:p w14:paraId="3548E4E8" w14:textId="77777777" w:rsidR="004F09FA" w:rsidRPr="005E1595" w:rsidRDefault="004F09FA" w:rsidP="004F09FA">
      <w:pPr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5E1595">
        <w:rPr>
          <w:rFonts w:ascii="Arial" w:hAnsi="Arial" w:cs="Arial"/>
          <w:color w:val="auto"/>
          <w:sz w:val="18"/>
          <w:szCs w:val="18"/>
        </w:rPr>
        <w:t>Oddział Elektrownia Turów</w:t>
      </w:r>
    </w:p>
    <w:p w14:paraId="488271D2" w14:textId="77777777" w:rsidR="00231666" w:rsidRPr="005E1595" w:rsidRDefault="00231666" w:rsidP="00231666">
      <w:pPr>
        <w:ind w:left="426" w:hanging="426"/>
        <w:rPr>
          <w:rFonts w:ascii="Arial" w:hAnsi="Arial" w:cs="Arial"/>
          <w:b/>
          <w:color w:val="auto"/>
          <w:sz w:val="18"/>
          <w:szCs w:val="18"/>
          <w:u w:val="single"/>
        </w:rPr>
      </w:pPr>
    </w:p>
    <w:p w14:paraId="4F556173" w14:textId="77777777" w:rsidR="00231666" w:rsidRPr="005E1595" w:rsidRDefault="00231666" w:rsidP="00231666">
      <w:pPr>
        <w:ind w:left="426" w:hanging="426"/>
        <w:rPr>
          <w:rFonts w:ascii="Arial" w:hAnsi="Arial" w:cs="Arial"/>
          <w:b/>
          <w:color w:val="auto"/>
          <w:sz w:val="18"/>
          <w:szCs w:val="18"/>
          <w:u w:val="single"/>
        </w:rPr>
      </w:pPr>
    </w:p>
    <w:p w14:paraId="198862A7" w14:textId="77777777" w:rsidR="00231666" w:rsidRPr="005E1595" w:rsidRDefault="00231666" w:rsidP="00231666">
      <w:pPr>
        <w:ind w:left="426" w:hanging="426"/>
        <w:rPr>
          <w:rFonts w:ascii="Arial" w:hAnsi="Arial" w:cs="Arial"/>
          <w:b/>
          <w:color w:val="auto"/>
          <w:sz w:val="18"/>
          <w:szCs w:val="18"/>
          <w:u w:val="single"/>
        </w:rPr>
      </w:pPr>
      <w:r w:rsidRPr="005E1595">
        <w:rPr>
          <w:rFonts w:ascii="Arial" w:hAnsi="Arial" w:cs="Arial"/>
          <w:b/>
          <w:color w:val="auto"/>
          <w:sz w:val="18"/>
          <w:szCs w:val="18"/>
          <w:u w:val="single"/>
        </w:rPr>
        <w:t>Wykonawca:</w:t>
      </w:r>
    </w:p>
    <w:p w14:paraId="203D6D66" w14:textId="77777777" w:rsidR="00F86DFB" w:rsidRPr="005E1595" w:rsidRDefault="00916E99" w:rsidP="006B564D">
      <w:pPr>
        <w:spacing w:line="360" w:lineRule="auto"/>
        <w:rPr>
          <w:rFonts w:ascii="Arial" w:eastAsia="Calibri" w:hAnsi="Arial" w:cs="Arial"/>
          <w:b/>
          <w:bCs/>
          <w:color w:val="auto"/>
          <w:sz w:val="18"/>
          <w:szCs w:val="18"/>
          <w:lang w:eastAsia="en-US"/>
        </w:rPr>
      </w:pPr>
      <w:r w:rsidRPr="005E1595">
        <w:rPr>
          <w:rFonts w:ascii="Arial" w:hAnsi="Arial" w:cs="Arial"/>
          <w:b/>
          <w:color w:val="auto"/>
          <w:sz w:val="18"/>
          <w:szCs w:val="18"/>
        </w:rPr>
        <w:t>…….</w:t>
      </w:r>
    </w:p>
    <w:p w14:paraId="6F9A9587" w14:textId="77777777" w:rsidR="00BB0F7D" w:rsidRPr="005E1595" w:rsidRDefault="00BB0F7D" w:rsidP="00BB0F7D">
      <w:pPr>
        <w:pStyle w:val="PGEdata"/>
        <w:rPr>
          <w:color w:val="auto"/>
        </w:rPr>
      </w:pPr>
    </w:p>
    <w:p w14:paraId="18675415" w14:textId="77604975" w:rsidR="006B564D" w:rsidRPr="005E1595" w:rsidRDefault="006B564D" w:rsidP="006B564D">
      <w:pPr>
        <w:spacing w:before="120"/>
        <w:ind w:left="426" w:hanging="426"/>
        <w:jc w:val="center"/>
        <w:rPr>
          <w:rFonts w:ascii="Arial" w:hAnsi="Arial" w:cs="Arial"/>
          <w:b/>
          <w:color w:val="auto"/>
          <w:sz w:val="18"/>
          <w:szCs w:val="18"/>
        </w:rPr>
      </w:pPr>
      <w:r w:rsidRPr="005E1595">
        <w:rPr>
          <w:rFonts w:ascii="Arial" w:hAnsi="Arial" w:cs="Arial"/>
          <w:b/>
          <w:color w:val="auto"/>
          <w:sz w:val="18"/>
          <w:szCs w:val="18"/>
        </w:rPr>
        <w:t>Zamówienie usługi nr</w:t>
      </w:r>
      <w:r w:rsidR="0047005D" w:rsidRPr="005E1595">
        <w:rPr>
          <w:rFonts w:ascii="Arial" w:hAnsi="Arial" w:cs="Arial"/>
          <w:b/>
          <w:color w:val="auto"/>
          <w:sz w:val="18"/>
          <w:szCs w:val="18"/>
        </w:rPr>
        <w:t xml:space="preserve"> </w:t>
      </w:r>
      <w:r w:rsidR="0060507C" w:rsidRPr="0060507C">
        <w:rPr>
          <w:rFonts w:ascii="Arial" w:hAnsi="Arial" w:cs="Arial"/>
          <w:b/>
          <w:color w:val="auto"/>
          <w:sz w:val="18"/>
          <w:szCs w:val="18"/>
        </w:rPr>
        <w:t>POST/GEK/CSS/FZR-ELT/01091/2025</w:t>
      </w:r>
      <w:r w:rsidR="0052413C" w:rsidRPr="005E1595">
        <w:rPr>
          <w:rFonts w:ascii="Arial" w:hAnsi="Arial" w:cs="Arial"/>
          <w:b/>
          <w:color w:val="auto"/>
          <w:sz w:val="18"/>
          <w:szCs w:val="18"/>
        </w:rPr>
        <w:t>/TM</w:t>
      </w:r>
      <w:r w:rsidR="0060507C">
        <w:rPr>
          <w:rFonts w:ascii="Arial" w:hAnsi="Arial" w:cs="Arial"/>
          <w:b/>
          <w:color w:val="auto"/>
          <w:sz w:val="18"/>
          <w:szCs w:val="18"/>
        </w:rPr>
        <w:t>W</w:t>
      </w:r>
    </w:p>
    <w:p w14:paraId="1658531C" w14:textId="1750D547" w:rsidR="000415BA" w:rsidRPr="005E1595" w:rsidRDefault="00231666" w:rsidP="000415BA">
      <w:pPr>
        <w:numPr>
          <w:ilvl w:val="0"/>
          <w:numId w:val="3"/>
        </w:numPr>
        <w:tabs>
          <w:tab w:val="left" w:leader="dot" w:pos="9639"/>
        </w:tabs>
        <w:spacing w:before="120" w:after="120" w:line="240" w:lineRule="auto"/>
        <w:rPr>
          <w:rFonts w:ascii="Arial" w:hAnsi="Arial" w:cs="Arial"/>
          <w:b/>
          <w:color w:val="auto"/>
          <w:spacing w:val="-6"/>
          <w:sz w:val="18"/>
          <w:szCs w:val="18"/>
        </w:rPr>
      </w:pPr>
      <w:r w:rsidRPr="005E1595">
        <w:rPr>
          <w:rFonts w:ascii="Arial" w:hAnsi="Arial" w:cs="Arial"/>
          <w:b/>
          <w:color w:val="auto"/>
          <w:spacing w:val="-6"/>
          <w:sz w:val="18"/>
          <w:szCs w:val="18"/>
        </w:rPr>
        <w:t xml:space="preserve">Tryb postępowania: </w:t>
      </w:r>
      <w:r w:rsidRPr="005E1595">
        <w:rPr>
          <w:rFonts w:ascii="Arial" w:hAnsi="Arial" w:cs="Arial"/>
          <w:color w:val="auto"/>
          <w:spacing w:val="-6"/>
          <w:sz w:val="18"/>
          <w:szCs w:val="18"/>
        </w:rPr>
        <w:t>„</w:t>
      </w:r>
      <w:r w:rsidR="00FC4734" w:rsidRPr="005E1595">
        <w:rPr>
          <w:rFonts w:ascii="Arial" w:hAnsi="Arial" w:cs="Arial"/>
          <w:color w:val="auto"/>
          <w:spacing w:val="-6"/>
          <w:sz w:val="18"/>
          <w:szCs w:val="18"/>
        </w:rPr>
        <w:t>Przetarg nieograniczony</w:t>
      </w:r>
      <w:r w:rsidRPr="005E1595">
        <w:rPr>
          <w:rFonts w:ascii="Arial" w:hAnsi="Arial" w:cs="Arial"/>
          <w:color w:val="auto"/>
          <w:spacing w:val="-6"/>
          <w:sz w:val="18"/>
          <w:szCs w:val="18"/>
        </w:rPr>
        <w:t>”</w:t>
      </w:r>
    </w:p>
    <w:p w14:paraId="25909807" w14:textId="30B0B2C8" w:rsidR="000415BA" w:rsidRPr="005E1595" w:rsidRDefault="00231666" w:rsidP="0052413C">
      <w:pPr>
        <w:numPr>
          <w:ilvl w:val="0"/>
          <w:numId w:val="3"/>
        </w:numPr>
        <w:tabs>
          <w:tab w:val="left" w:leader="dot" w:pos="9639"/>
        </w:tabs>
        <w:spacing w:before="120" w:after="120" w:line="240" w:lineRule="auto"/>
        <w:rPr>
          <w:rFonts w:ascii="Arial" w:hAnsi="Arial" w:cs="Arial"/>
          <w:b/>
          <w:color w:val="auto"/>
          <w:spacing w:val="-6"/>
          <w:sz w:val="18"/>
          <w:szCs w:val="18"/>
        </w:rPr>
      </w:pPr>
      <w:r w:rsidRPr="005E1595">
        <w:rPr>
          <w:rFonts w:ascii="Arial" w:hAnsi="Arial" w:cs="Arial"/>
          <w:b/>
          <w:color w:val="auto"/>
          <w:spacing w:val="-6"/>
          <w:sz w:val="18"/>
          <w:szCs w:val="18"/>
        </w:rPr>
        <w:t xml:space="preserve">Nr postępowania: </w:t>
      </w:r>
      <w:r w:rsidR="0060507C" w:rsidRPr="0060507C">
        <w:rPr>
          <w:rFonts w:ascii="Arial" w:hAnsi="Arial" w:cs="Arial"/>
          <w:color w:val="auto"/>
          <w:spacing w:val="-6"/>
          <w:sz w:val="18"/>
          <w:szCs w:val="18"/>
        </w:rPr>
        <w:t>POST/GEK/CSS/FZR-ELT/01091/2025</w:t>
      </w:r>
    </w:p>
    <w:p w14:paraId="013EEE84" w14:textId="1C7B9D5C" w:rsidR="00231666" w:rsidRPr="005E1595" w:rsidRDefault="00231666" w:rsidP="0052413C">
      <w:pPr>
        <w:numPr>
          <w:ilvl w:val="0"/>
          <w:numId w:val="3"/>
        </w:numPr>
        <w:tabs>
          <w:tab w:val="left" w:leader="dot" w:pos="9639"/>
        </w:tabs>
        <w:spacing w:before="120" w:after="120" w:line="240" w:lineRule="auto"/>
        <w:rPr>
          <w:rFonts w:ascii="Arial" w:hAnsi="Arial" w:cs="Arial"/>
          <w:b/>
          <w:color w:val="auto"/>
          <w:spacing w:val="-6"/>
          <w:sz w:val="18"/>
          <w:szCs w:val="18"/>
        </w:rPr>
      </w:pPr>
      <w:r w:rsidRPr="005E1595">
        <w:rPr>
          <w:rFonts w:ascii="Arial" w:hAnsi="Arial" w:cs="Arial"/>
          <w:b/>
          <w:color w:val="auto"/>
          <w:spacing w:val="-6"/>
          <w:sz w:val="18"/>
          <w:szCs w:val="18"/>
        </w:rPr>
        <w:t xml:space="preserve">Przedmiot zamówienia: </w:t>
      </w:r>
      <w:r w:rsidR="0060507C" w:rsidRPr="0060507C">
        <w:rPr>
          <w:rFonts w:ascii="Arial" w:hAnsi="Arial" w:cs="Arial"/>
          <w:b/>
          <w:color w:val="auto"/>
          <w:spacing w:val="-6"/>
          <w:sz w:val="18"/>
          <w:szCs w:val="18"/>
        </w:rPr>
        <w:t>Modernizacja układu HVAC na oczyszczalni ścieków bloku 7 - przełożenie skraplaczy na zewnętrzną, wschodnią stronę ściany budynku UVE01w PGE GiEK S.A. Oddział Elektrownia Turów</w:t>
      </w:r>
      <w:r w:rsidR="002A6076" w:rsidRPr="005E1595">
        <w:rPr>
          <w:rFonts w:ascii="Arial" w:hAnsi="Arial" w:cs="Arial"/>
          <w:b/>
          <w:color w:val="auto"/>
          <w:spacing w:val="-6"/>
          <w:sz w:val="18"/>
          <w:szCs w:val="18"/>
        </w:rPr>
        <w:t>.</w:t>
      </w:r>
    </w:p>
    <w:p w14:paraId="33AC36A0" w14:textId="29A9016B" w:rsidR="000306ED" w:rsidRPr="005E1595" w:rsidRDefault="00231666" w:rsidP="007627C9">
      <w:pPr>
        <w:tabs>
          <w:tab w:val="left" w:leader="dot" w:pos="9639"/>
        </w:tabs>
        <w:spacing w:before="120" w:after="120" w:line="240" w:lineRule="auto"/>
        <w:ind w:left="360"/>
        <w:rPr>
          <w:rFonts w:ascii="Arial" w:hAnsi="Arial" w:cs="Arial"/>
          <w:color w:val="auto"/>
          <w:spacing w:val="-6"/>
          <w:sz w:val="18"/>
          <w:szCs w:val="18"/>
        </w:rPr>
      </w:pPr>
      <w:r w:rsidRPr="005E1595">
        <w:rPr>
          <w:rFonts w:ascii="Arial" w:hAnsi="Arial" w:cs="Arial"/>
          <w:color w:val="auto"/>
          <w:spacing w:val="-6"/>
          <w:sz w:val="18"/>
          <w:szCs w:val="18"/>
        </w:rPr>
        <w:t xml:space="preserve">Szczegółowy zakres prac zawiera </w:t>
      </w:r>
      <w:r w:rsidR="001735F7" w:rsidRPr="005E1595">
        <w:rPr>
          <w:rFonts w:ascii="Arial" w:hAnsi="Arial" w:cs="Arial"/>
          <w:color w:val="auto"/>
          <w:spacing w:val="-6"/>
          <w:sz w:val="18"/>
          <w:szCs w:val="18"/>
        </w:rPr>
        <w:t>Opis Przedmiotu Zamówienia</w:t>
      </w:r>
      <w:r w:rsidR="007509F7" w:rsidRPr="005E1595">
        <w:rPr>
          <w:rFonts w:ascii="Arial" w:hAnsi="Arial" w:cs="Arial"/>
          <w:color w:val="auto"/>
          <w:spacing w:val="-6"/>
          <w:sz w:val="18"/>
          <w:szCs w:val="18"/>
        </w:rPr>
        <w:t xml:space="preserve"> stanowiący Załącznik nr 1 do Zamówienia.</w:t>
      </w:r>
      <w:r w:rsidR="000306ED" w:rsidRPr="005E1595">
        <w:rPr>
          <w:rFonts w:ascii="Arial" w:hAnsi="Arial" w:cs="Arial"/>
          <w:color w:val="auto"/>
          <w:spacing w:val="-6"/>
          <w:sz w:val="18"/>
          <w:szCs w:val="18"/>
        </w:rPr>
        <w:t xml:space="preserve"> </w:t>
      </w:r>
      <w:r w:rsidR="007627C9" w:rsidRPr="005E1595">
        <w:rPr>
          <w:rFonts w:ascii="Arial" w:hAnsi="Arial" w:cs="Arial"/>
          <w:color w:val="auto"/>
          <w:spacing w:val="-6"/>
          <w:sz w:val="18"/>
          <w:szCs w:val="18"/>
        </w:rPr>
        <w:t xml:space="preserve"> </w:t>
      </w:r>
    </w:p>
    <w:p w14:paraId="4853D144" w14:textId="77777777" w:rsidR="00231666" w:rsidRPr="005E1595" w:rsidRDefault="00231666" w:rsidP="00231666">
      <w:pPr>
        <w:pStyle w:val="Akapitzlist"/>
        <w:numPr>
          <w:ilvl w:val="1"/>
          <w:numId w:val="3"/>
        </w:numPr>
        <w:tabs>
          <w:tab w:val="left" w:leader="dot" w:pos="9639"/>
        </w:tabs>
        <w:spacing w:before="120" w:after="120" w:line="276" w:lineRule="auto"/>
        <w:contextualSpacing w:val="0"/>
        <w:jc w:val="left"/>
        <w:rPr>
          <w:rFonts w:ascii="Arial" w:hAnsi="Arial" w:cs="Arial"/>
          <w:vanish/>
          <w:sz w:val="18"/>
          <w:szCs w:val="18"/>
        </w:rPr>
      </w:pPr>
    </w:p>
    <w:p w14:paraId="528FFAD7" w14:textId="77777777" w:rsidR="00231666" w:rsidRPr="005E1595" w:rsidRDefault="00231666" w:rsidP="002A6076">
      <w:pPr>
        <w:numPr>
          <w:ilvl w:val="0"/>
          <w:numId w:val="10"/>
        </w:numPr>
        <w:tabs>
          <w:tab w:val="left" w:leader="dot" w:pos="9639"/>
        </w:tabs>
        <w:spacing w:before="120" w:after="120" w:line="240" w:lineRule="auto"/>
        <w:ind w:left="350" w:hanging="350"/>
        <w:rPr>
          <w:rFonts w:ascii="Arial" w:hAnsi="Arial" w:cs="Arial"/>
          <w:b/>
          <w:color w:val="auto"/>
          <w:spacing w:val="-6"/>
          <w:sz w:val="18"/>
          <w:szCs w:val="18"/>
        </w:rPr>
      </w:pPr>
      <w:r w:rsidRPr="005E1595">
        <w:rPr>
          <w:rFonts w:ascii="Arial" w:hAnsi="Arial" w:cs="Arial"/>
          <w:b/>
          <w:color w:val="auto"/>
          <w:spacing w:val="-6"/>
          <w:sz w:val="18"/>
          <w:szCs w:val="18"/>
        </w:rPr>
        <w:t xml:space="preserve">Wartość zamówienia: ……………… </w:t>
      </w:r>
      <w:r w:rsidRPr="005E1595">
        <w:rPr>
          <w:rFonts w:ascii="Arial" w:hAnsi="Arial" w:cs="Arial"/>
          <w:color w:val="auto"/>
          <w:spacing w:val="-6"/>
          <w:sz w:val="18"/>
          <w:szCs w:val="18"/>
        </w:rPr>
        <w:t xml:space="preserve">zł. netto + należny podatek VAT </w:t>
      </w:r>
    </w:p>
    <w:p w14:paraId="7896DB79" w14:textId="77777777" w:rsidR="0091632D" w:rsidRPr="005E1595" w:rsidRDefault="0091632D" w:rsidP="00231666">
      <w:pPr>
        <w:tabs>
          <w:tab w:val="left" w:leader="dot" w:pos="8931"/>
          <w:tab w:val="left" w:leader="dot" w:pos="9639"/>
          <w:tab w:val="right" w:leader="dot" w:pos="10065"/>
          <w:tab w:val="left" w:pos="10204"/>
        </w:tabs>
        <w:spacing w:before="120" w:after="120"/>
        <w:ind w:left="426"/>
        <w:jc w:val="both"/>
        <w:rPr>
          <w:rFonts w:ascii="Arial" w:hAnsi="Arial" w:cs="Arial"/>
          <w:color w:val="auto"/>
          <w:sz w:val="18"/>
          <w:szCs w:val="18"/>
        </w:rPr>
      </w:pPr>
      <w:r w:rsidRPr="005E1595">
        <w:rPr>
          <w:rFonts w:ascii="Arial" w:hAnsi="Arial" w:cs="Arial"/>
          <w:i/>
          <w:color w:val="auto"/>
          <w:spacing w:val="-6"/>
          <w:sz w:val="18"/>
          <w:szCs w:val="18"/>
        </w:rPr>
        <w:t>(Słownie złotych: ………………. 00/100)</w:t>
      </w:r>
    </w:p>
    <w:p w14:paraId="147F19ED" w14:textId="5DD874BF" w:rsidR="004C782D" w:rsidRPr="0060507C" w:rsidRDefault="0060507C" w:rsidP="0060507C">
      <w:pPr>
        <w:numPr>
          <w:ilvl w:val="1"/>
          <w:numId w:val="10"/>
        </w:numPr>
        <w:tabs>
          <w:tab w:val="left" w:leader="dot" w:pos="9639"/>
        </w:tabs>
        <w:spacing w:before="120" w:after="120" w:line="240" w:lineRule="auto"/>
        <w:jc w:val="both"/>
        <w:rPr>
          <w:rFonts w:ascii="Arial" w:hAnsi="Arial" w:cs="Arial"/>
          <w:color w:val="auto"/>
          <w:sz w:val="18"/>
          <w:szCs w:val="18"/>
        </w:rPr>
      </w:pPr>
      <w:r w:rsidRPr="0060507C">
        <w:rPr>
          <w:rFonts w:ascii="Arial" w:hAnsi="Arial" w:cs="Arial"/>
          <w:color w:val="auto"/>
          <w:sz w:val="18"/>
          <w:szCs w:val="18"/>
        </w:rPr>
        <w:t xml:space="preserve">Wartość Zamówienia jest to </w:t>
      </w:r>
      <w:proofErr w:type="spellStart"/>
      <w:r w:rsidRPr="0060507C">
        <w:rPr>
          <w:rFonts w:ascii="Arial" w:hAnsi="Arial" w:cs="Arial"/>
          <w:color w:val="auto"/>
          <w:sz w:val="18"/>
          <w:szCs w:val="18"/>
        </w:rPr>
        <w:t>ryczaltowa</w:t>
      </w:r>
      <w:proofErr w:type="spellEnd"/>
      <w:r w:rsidRPr="0060507C">
        <w:rPr>
          <w:rFonts w:ascii="Arial" w:hAnsi="Arial" w:cs="Arial"/>
          <w:color w:val="auto"/>
          <w:sz w:val="18"/>
          <w:szCs w:val="18"/>
        </w:rPr>
        <w:t xml:space="preserve"> cena netto za realizację całości zadania zawierająca wszystkie koszty związane z realizacją zadania, w tym: robociznę, sprzęt, części, materiały, środki ochrony indywidualnej bhp, transport itp.  łącznie z kosztami dojazdu i pobytu.</w:t>
      </w:r>
    </w:p>
    <w:p w14:paraId="14D6AA20" w14:textId="1874ECB8" w:rsidR="001B03A0" w:rsidRPr="005E1595" w:rsidRDefault="00231666" w:rsidP="00E96C9F">
      <w:pPr>
        <w:numPr>
          <w:ilvl w:val="0"/>
          <w:numId w:val="10"/>
        </w:numPr>
        <w:tabs>
          <w:tab w:val="left" w:leader="dot" w:pos="9639"/>
        </w:tabs>
        <w:spacing w:before="120" w:after="120" w:line="240" w:lineRule="auto"/>
        <w:ind w:left="284" w:hanging="284"/>
        <w:jc w:val="both"/>
        <w:rPr>
          <w:rFonts w:ascii="Arial" w:hAnsi="Arial" w:cs="Arial"/>
          <w:color w:val="auto"/>
          <w:spacing w:val="-6"/>
          <w:sz w:val="18"/>
          <w:szCs w:val="18"/>
        </w:rPr>
      </w:pPr>
      <w:r w:rsidRPr="005E1595">
        <w:rPr>
          <w:rFonts w:ascii="Arial" w:hAnsi="Arial" w:cs="Arial"/>
          <w:b/>
          <w:color w:val="auto"/>
          <w:spacing w:val="-6"/>
          <w:sz w:val="18"/>
          <w:szCs w:val="18"/>
        </w:rPr>
        <w:t>Termin wykonania:</w:t>
      </w:r>
      <w:r w:rsidRPr="005E1595">
        <w:rPr>
          <w:rFonts w:ascii="Arial" w:hAnsi="Arial" w:cs="Arial"/>
          <w:color w:val="auto"/>
          <w:spacing w:val="-6"/>
          <w:sz w:val="18"/>
          <w:szCs w:val="18"/>
        </w:rPr>
        <w:t xml:space="preserve"> </w:t>
      </w:r>
      <w:r w:rsidR="00545E70" w:rsidRPr="00545E70">
        <w:rPr>
          <w:rFonts w:ascii="Arial" w:hAnsi="Arial" w:cs="Arial"/>
          <w:color w:val="auto"/>
          <w:spacing w:val="-6"/>
          <w:sz w:val="18"/>
          <w:szCs w:val="18"/>
        </w:rPr>
        <w:t>3 miesiące od daty wejścia w życie Zamówienia</w:t>
      </w:r>
      <w:r w:rsidR="00545E70">
        <w:rPr>
          <w:rFonts w:ascii="Arial" w:hAnsi="Arial" w:cs="Arial"/>
          <w:color w:val="auto"/>
          <w:spacing w:val="-6"/>
          <w:sz w:val="18"/>
          <w:szCs w:val="18"/>
        </w:rPr>
        <w:t>.</w:t>
      </w:r>
    </w:p>
    <w:p w14:paraId="5B6D954E" w14:textId="0C1B9918" w:rsidR="00B729FF" w:rsidRPr="005E1595" w:rsidRDefault="00B729FF" w:rsidP="00B729FF">
      <w:pPr>
        <w:tabs>
          <w:tab w:val="left" w:leader="dot" w:pos="9639"/>
        </w:tabs>
        <w:spacing w:before="120" w:after="120" w:line="240" w:lineRule="auto"/>
        <w:ind w:left="284"/>
        <w:jc w:val="both"/>
        <w:rPr>
          <w:rFonts w:ascii="Arial" w:hAnsi="Arial" w:cs="Arial"/>
          <w:color w:val="auto"/>
          <w:spacing w:val="-6"/>
          <w:sz w:val="18"/>
          <w:szCs w:val="18"/>
        </w:rPr>
      </w:pPr>
      <w:r w:rsidRPr="005E1595">
        <w:rPr>
          <w:rFonts w:ascii="Arial" w:hAnsi="Arial" w:cs="Arial"/>
          <w:color w:val="auto"/>
          <w:spacing w:val="-6"/>
          <w:sz w:val="18"/>
          <w:szCs w:val="18"/>
        </w:rPr>
        <w:t>Szczegółowe terminy realizacji usług będą uzgadniane pomiędzy Stronami w formie e-mail.</w:t>
      </w:r>
    </w:p>
    <w:p w14:paraId="7689DC99" w14:textId="54311B48" w:rsidR="00B729FF" w:rsidRPr="005E1595" w:rsidRDefault="0070100B" w:rsidP="00A46605">
      <w:pPr>
        <w:numPr>
          <w:ilvl w:val="0"/>
          <w:numId w:val="10"/>
        </w:numPr>
        <w:tabs>
          <w:tab w:val="left" w:pos="284"/>
          <w:tab w:val="left" w:leader="dot" w:pos="9639"/>
        </w:tabs>
        <w:spacing w:before="120" w:line="240" w:lineRule="auto"/>
        <w:jc w:val="both"/>
        <w:rPr>
          <w:rFonts w:ascii="Arial" w:hAnsi="Arial" w:cs="Arial"/>
          <w:color w:val="auto"/>
          <w:spacing w:val="-6"/>
          <w:sz w:val="18"/>
          <w:szCs w:val="18"/>
        </w:rPr>
      </w:pPr>
      <w:r w:rsidRPr="005E1595">
        <w:rPr>
          <w:rFonts w:ascii="Arial" w:hAnsi="Arial" w:cs="Arial"/>
          <w:b/>
          <w:color w:val="auto"/>
          <w:spacing w:val="-6"/>
          <w:sz w:val="18"/>
          <w:szCs w:val="18"/>
        </w:rPr>
        <w:t xml:space="preserve">Okres gwarancji i rękojmi: </w:t>
      </w:r>
      <w:r w:rsidR="0060507C">
        <w:rPr>
          <w:rFonts w:ascii="Arial" w:hAnsi="Arial" w:cs="Arial"/>
          <w:color w:val="auto"/>
          <w:spacing w:val="-6"/>
          <w:sz w:val="18"/>
          <w:szCs w:val="18"/>
        </w:rPr>
        <w:t>12 miesięcy od podpisania Protokołu Odbioru</w:t>
      </w:r>
      <w:r w:rsidR="009520E5" w:rsidRPr="005E1595">
        <w:rPr>
          <w:rFonts w:ascii="Arial" w:hAnsi="Arial" w:cs="Arial"/>
          <w:color w:val="auto"/>
          <w:spacing w:val="-6"/>
          <w:sz w:val="18"/>
          <w:szCs w:val="18"/>
        </w:rPr>
        <w:t>.</w:t>
      </w:r>
      <w:r w:rsidR="00B729FF" w:rsidRPr="005E1595">
        <w:rPr>
          <w:rFonts w:ascii="Arial" w:hAnsi="Arial" w:cs="Arial"/>
          <w:color w:val="auto"/>
          <w:spacing w:val="-6"/>
          <w:sz w:val="18"/>
          <w:szCs w:val="18"/>
        </w:rPr>
        <w:t xml:space="preserve"> </w:t>
      </w:r>
    </w:p>
    <w:p w14:paraId="1185C533" w14:textId="43632814" w:rsidR="00231666" w:rsidRPr="005E1595" w:rsidRDefault="00231666" w:rsidP="00FD3764">
      <w:pPr>
        <w:numPr>
          <w:ilvl w:val="0"/>
          <w:numId w:val="10"/>
        </w:numPr>
        <w:tabs>
          <w:tab w:val="left" w:pos="284"/>
          <w:tab w:val="left" w:leader="dot" w:pos="9639"/>
        </w:tabs>
        <w:spacing w:before="120" w:after="120" w:line="240" w:lineRule="auto"/>
        <w:rPr>
          <w:rFonts w:ascii="Arial" w:hAnsi="Arial" w:cs="Arial"/>
          <w:b/>
          <w:color w:val="auto"/>
          <w:spacing w:val="-6"/>
          <w:sz w:val="18"/>
          <w:szCs w:val="18"/>
        </w:rPr>
      </w:pPr>
      <w:r w:rsidRPr="005E1595">
        <w:rPr>
          <w:rFonts w:ascii="Arial" w:hAnsi="Arial" w:cs="Arial"/>
          <w:b/>
          <w:color w:val="auto"/>
          <w:spacing w:val="-6"/>
          <w:sz w:val="18"/>
          <w:szCs w:val="18"/>
        </w:rPr>
        <w:t>Miejsce wykonania usługi:</w:t>
      </w:r>
      <w:r w:rsidR="00AD49D5" w:rsidRPr="005E1595">
        <w:rPr>
          <w:rFonts w:ascii="Arial" w:hAnsi="Arial" w:cs="Arial"/>
          <w:b/>
          <w:color w:val="auto"/>
          <w:spacing w:val="-6"/>
          <w:sz w:val="18"/>
          <w:szCs w:val="18"/>
        </w:rPr>
        <w:t xml:space="preserve"> </w:t>
      </w:r>
      <w:r w:rsidRPr="005E1595">
        <w:rPr>
          <w:rFonts w:ascii="Arial" w:hAnsi="Arial" w:cs="Arial"/>
          <w:color w:val="auto"/>
          <w:spacing w:val="-6"/>
          <w:sz w:val="18"/>
          <w:szCs w:val="18"/>
        </w:rPr>
        <w:t>PGE GiEK S.A. Oddział Elektrownia Turów</w:t>
      </w:r>
      <w:r w:rsidR="002A6076" w:rsidRPr="005E1595">
        <w:rPr>
          <w:rFonts w:ascii="Arial" w:hAnsi="Arial" w:cs="Arial"/>
          <w:color w:val="auto"/>
          <w:spacing w:val="-6"/>
          <w:sz w:val="18"/>
          <w:szCs w:val="18"/>
        </w:rPr>
        <w:t>,</w:t>
      </w:r>
      <w:r w:rsidR="002A6076" w:rsidRPr="005E1595">
        <w:rPr>
          <w:color w:val="auto"/>
        </w:rPr>
        <w:t xml:space="preserve"> </w:t>
      </w:r>
      <w:r w:rsidR="00277219" w:rsidRPr="005E1595">
        <w:rPr>
          <w:rFonts w:ascii="Arial" w:hAnsi="Arial" w:cs="Arial"/>
          <w:color w:val="auto"/>
          <w:spacing w:val="-6"/>
          <w:sz w:val="18"/>
          <w:szCs w:val="18"/>
        </w:rPr>
        <w:t>ul. Młodych Energetyków 12, 59</w:t>
      </w:r>
      <w:r w:rsidR="00277219" w:rsidRPr="005E1595">
        <w:rPr>
          <w:rFonts w:ascii="Arial" w:hAnsi="Arial" w:cs="Arial"/>
          <w:color w:val="auto"/>
          <w:spacing w:val="-6"/>
          <w:sz w:val="18"/>
          <w:szCs w:val="18"/>
        </w:rPr>
        <w:noBreakHyphen/>
      </w:r>
      <w:r w:rsidR="002A6076" w:rsidRPr="005E1595">
        <w:rPr>
          <w:rFonts w:ascii="Arial" w:hAnsi="Arial" w:cs="Arial"/>
          <w:color w:val="auto"/>
          <w:spacing w:val="-6"/>
          <w:sz w:val="18"/>
          <w:szCs w:val="18"/>
        </w:rPr>
        <w:t>916 Bogatynia</w:t>
      </w:r>
      <w:r w:rsidR="00FD3764" w:rsidRPr="005E1595">
        <w:rPr>
          <w:rFonts w:ascii="Arial" w:hAnsi="Arial" w:cs="Arial"/>
          <w:color w:val="auto"/>
          <w:spacing w:val="-6"/>
          <w:sz w:val="18"/>
          <w:szCs w:val="18"/>
        </w:rPr>
        <w:t>.</w:t>
      </w:r>
    </w:p>
    <w:p w14:paraId="53EB015B" w14:textId="77777777" w:rsidR="00231666" w:rsidRPr="005E1595" w:rsidRDefault="00231666" w:rsidP="00231666">
      <w:pPr>
        <w:pStyle w:val="Akapitzlist"/>
        <w:numPr>
          <w:ilvl w:val="0"/>
          <w:numId w:val="9"/>
        </w:numPr>
        <w:tabs>
          <w:tab w:val="left" w:leader="dot" w:pos="9639"/>
        </w:tabs>
        <w:spacing w:before="120" w:after="120"/>
        <w:ind w:left="426" w:hanging="426"/>
        <w:contextualSpacing w:val="0"/>
        <w:jc w:val="left"/>
        <w:rPr>
          <w:rFonts w:ascii="Arial" w:hAnsi="Arial" w:cs="Arial"/>
          <w:b/>
          <w:vanish/>
          <w:spacing w:val="-6"/>
          <w:sz w:val="18"/>
          <w:szCs w:val="18"/>
        </w:rPr>
      </w:pPr>
    </w:p>
    <w:p w14:paraId="799FD300" w14:textId="77777777" w:rsidR="00231666" w:rsidRPr="005E1595" w:rsidRDefault="00231666" w:rsidP="00231666">
      <w:pPr>
        <w:pStyle w:val="Akapitzlist"/>
        <w:numPr>
          <w:ilvl w:val="0"/>
          <w:numId w:val="9"/>
        </w:numPr>
        <w:tabs>
          <w:tab w:val="left" w:leader="dot" w:pos="9639"/>
        </w:tabs>
        <w:spacing w:before="120" w:after="120"/>
        <w:ind w:left="426" w:hanging="426"/>
        <w:contextualSpacing w:val="0"/>
        <w:jc w:val="left"/>
        <w:rPr>
          <w:rFonts w:ascii="Arial" w:hAnsi="Arial" w:cs="Arial"/>
          <w:b/>
          <w:vanish/>
          <w:spacing w:val="-6"/>
          <w:sz w:val="18"/>
          <w:szCs w:val="18"/>
        </w:rPr>
      </w:pPr>
    </w:p>
    <w:p w14:paraId="036EAA21" w14:textId="77777777" w:rsidR="00231666" w:rsidRPr="005E1595" w:rsidRDefault="00231666" w:rsidP="00231666">
      <w:pPr>
        <w:pStyle w:val="Akapitzlist"/>
        <w:numPr>
          <w:ilvl w:val="0"/>
          <w:numId w:val="9"/>
        </w:numPr>
        <w:tabs>
          <w:tab w:val="left" w:leader="dot" w:pos="9639"/>
        </w:tabs>
        <w:spacing w:before="120" w:after="120"/>
        <w:ind w:left="426" w:hanging="426"/>
        <w:contextualSpacing w:val="0"/>
        <w:jc w:val="left"/>
        <w:rPr>
          <w:rFonts w:ascii="Arial" w:hAnsi="Arial" w:cs="Arial"/>
          <w:b/>
          <w:vanish/>
          <w:spacing w:val="-6"/>
          <w:sz w:val="18"/>
          <w:szCs w:val="18"/>
        </w:rPr>
      </w:pPr>
    </w:p>
    <w:p w14:paraId="478162AB" w14:textId="77777777" w:rsidR="00231666" w:rsidRPr="005E1595" w:rsidRDefault="00231666" w:rsidP="00231666">
      <w:pPr>
        <w:pStyle w:val="Akapitzlist"/>
        <w:numPr>
          <w:ilvl w:val="0"/>
          <w:numId w:val="9"/>
        </w:numPr>
        <w:tabs>
          <w:tab w:val="left" w:leader="dot" w:pos="9639"/>
        </w:tabs>
        <w:spacing w:before="120" w:after="120"/>
        <w:ind w:left="426" w:hanging="426"/>
        <w:contextualSpacing w:val="0"/>
        <w:jc w:val="left"/>
        <w:rPr>
          <w:rFonts w:ascii="Arial" w:hAnsi="Arial" w:cs="Arial"/>
          <w:b/>
          <w:vanish/>
          <w:spacing w:val="-6"/>
          <w:sz w:val="18"/>
          <w:szCs w:val="18"/>
        </w:rPr>
      </w:pPr>
    </w:p>
    <w:p w14:paraId="49B31A2E" w14:textId="77777777" w:rsidR="00231666" w:rsidRPr="005E1595" w:rsidRDefault="00231666" w:rsidP="00231666">
      <w:pPr>
        <w:pStyle w:val="Akapitzlist"/>
        <w:numPr>
          <w:ilvl w:val="0"/>
          <w:numId w:val="9"/>
        </w:numPr>
        <w:tabs>
          <w:tab w:val="left" w:leader="dot" w:pos="9639"/>
        </w:tabs>
        <w:spacing w:before="120" w:after="120"/>
        <w:ind w:left="426" w:hanging="426"/>
        <w:contextualSpacing w:val="0"/>
        <w:jc w:val="left"/>
        <w:rPr>
          <w:rFonts w:ascii="Arial" w:hAnsi="Arial" w:cs="Arial"/>
          <w:b/>
          <w:vanish/>
          <w:spacing w:val="-6"/>
          <w:sz w:val="18"/>
          <w:szCs w:val="18"/>
        </w:rPr>
      </w:pPr>
    </w:p>
    <w:p w14:paraId="77002B4D" w14:textId="77777777" w:rsidR="00231666" w:rsidRPr="005E1595" w:rsidRDefault="00231666" w:rsidP="00231666">
      <w:pPr>
        <w:pStyle w:val="Akapitzlist"/>
        <w:numPr>
          <w:ilvl w:val="0"/>
          <w:numId w:val="9"/>
        </w:numPr>
        <w:tabs>
          <w:tab w:val="left" w:leader="dot" w:pos="9639"/>
        </w:tabs>
        <w:spacing w:before="120" w:after="120"/>
        <w:ind w:left="426" w:hanging="426"/>
        <w:contextualSpacing w:val="0"/>
        <w:jc w:val="left"/>
        <w:rPr>
          <w:rFonts w:ascii="Arial" w:hAnsi="Arial" w:cs="Arial"/>
          <w:b/>
          <w:vanish/>
          <w:spacing w:val="-6"/>
          <w:sz w:val="18"/>
          <w:szCs w:val="18"/>
        </w:rPr>
      </w:pPr>
    </w:p>
    <w:p w14:paraId="5C8A2BF2" w14:textId="77777777" w:rsidR="00231666" w:rsidRPr="005E1595" w:rsidRDefault="00231666" w:rsidP="00231666">
      <w:pPr>
        <w:pStyle w:val="Akapitzlist"/>
        <w:numPr>
          <w:ilvl w:val="0"/>
          <w:numId w:val="9"/>
        </w:numPr>
        <w:tabs>
          <w:tab w:val="left" w:leader="dot" w:pos="9639"/>
        </w:tabs>
        <w:spacing w:before="120" w:after="120"/>
        <w:ind w:left="426" w:hanging="426"/>
        <w:contextualSpacing w:val="0"/>
        <w:jc w:val="left"/>
        <w:rPr>
          <w:rFonts w:ascii="Arial" w:hAnsi="Arial" w:cs="Arial"/>
          <w:b/>
          <w:vanish/>
          <w:spacing w:val="-6"/>
          <w:sz w:val="18"/>
          <w:szCs w:val="18"/>
        </w:rPr>
      </w:pPr>
    </w:p>
    <w:p w14:paraId="3BC4D03C" w14:textId="77777777" w:rsidR="00231666" w:rsidRPr="005E1595" w:rsidRDefault="00231666" w:rsidP="00231666">
      <w:pPr>
        <w:pStyle w:val="Akapitzlist"/>
        <w:numPr>
          <w:ilvl w:val="0"/>
          <w:numId w:val="9"/>
        </w:numPr>
        <w:tabs>
          <w:tab w:val="left" w:leader="dot" w:pos="9639"/>
        </w:tabs>
        <w:spacing w:before="120" w:after="120"/>
        <w:ind w:left="426" w:hanging="426"/>
        <w:contextualSpacing w:val="0"/>
        <w:jc w:val="left"/>
        <w:rPr>
          <w:rFonts w:ascii="Arial" w:hAnsi="Arial" w:cs="Arial"/>
          <w:b/>
          <w:vanish/>
          <w:spacing w:val="-6"/>
          <w:sz w:val="18"/>
          <w:szCs w:val="18"/>
        </w:rPr>
      </w:pPr>
    </w:p>
    <w:p w14:paraId="0875682A" w14:textId="77777777" w:rsidR="00231666" w:rsidRPr="005E1595" w:rsidRDefault="00231666" w:rsidP="001D0ED9">
      <w:pPr>
        <w:pStyle w:val="Akapitzlist"/>
        <w:numPr>
          <w:ilvl w:val="0"/>
          <w:numId w:val="10"/>
        </w:numPr>
        <w:spacing w:before="120" w:after="120"/>
        <w:ind w:left="284" w:hanging="284"/>
        <w:contextualSpacing w:val="0"/>
        <w:jc w:val="left"/>
        <w:rPr>
          <w:rFonts w:ascii="Arial" w:hAnsi="Arial" w:cs="Arial"/>
          <w:spacing w:val="-6"/>
          <w:sz w:val="18"/>
          <w:szCs w:val="18"/>
        </w:rPr>
      </w:pPr>
      <w:r w:rsidRPr="005E1595">
        <w:rPr>
          <w:rFonts w:ascii="Arial" w:hAnsi="Arial" w:cs="Arial"/>
          <w:b/>
          <w:spacing w:val="-6"/>
          <w:sz w:val="18"/>
          <w:szCs w:val="18"/>
        </w:rPr>
        <w:t>Warunki płatności:</w:t>
      </w:r>
      <w:r w:rsidRPr="005E1595">
        <w:rPr>
          <w:rFonts w:ascii="Arial" w:hAnsi="Arial" w:cs="Arial"/>
          <w:spacing w:val="-6"/>
          <w:sz w:val="18"/>
          <w:szCs w:val="18"/>
        </w:rPr>
        <w:t xml:space="preserve"> zgodnie z § 2 Ogólnych Warunków Zamówienia</w:t>
      </w:r>
    </w:p>
    <w:p w14:paraId="219B604D" w14:textId="77777777" w:rsidR="0012531E" w:rsidRPr="005E1595" w:rsidRDefault="00231666" w:rsidP="00B729FF">
      <w:pPr>
        <w:numPr>
          <w:ilvl w:val="0"/>
          <w:numId w:val="10"/>
        </w:numPr>
        <w:tabs>
          <w:tab w:val="left" w:leader="dot" w:pos="9639"/>
        </w:tabs>
        <w:spacing w:before="120" w:after="120" w:line="240" w:lineRule="auto"/>
        <w:ind w:left="284" w:hanging="284"/>
        <w:jc w:val="both"/>
        <w:rPr>
          <w:rFonts w:ascii="Arial" w:eastAsiaTheme="minorEastAsia" w:hAnsi="Arial" w:cs="Arial"/>
          <w:color w:val="auto"/>
          <w:spacing w:val="-6"/>
          <w:sz w:val="18"/>
          <w:szCs w:val="18"/>
        </w:rPr>
      </w:pPr>
      <w:r w:rsidRPr="005E1595">
        <w:rPr>
          <w:rFonts w:ascii="Arial" w:hAnsi="Arial" w:cs="Arial"/>
          <w:b/>
          <w:color w:val="auto"/>
          <w:spacing w:val="-6"/>
          <w:sz w:val="18"/>
          <w:szCs w:val="18"/>
        </w:rPr>
        <w:t>Osob</w:t>
      </w:r>
      <w:r w:rsidR="0012531E" w:rsidRPr="005E1595">
        <w:rPr>
          <w:rFonts w:ascii="Arial" w:hAnsi="Arial" w:cs="Arial"/>
          <w:b/>
          <w:color w:val="auto"/>
          <w:spacing w:val="-6"/>
          <w:sz w:val="18"/>
          <w:szCs w:val="18"/>
        </w:rPr>
        <w:t>y</w:t>
      </w:r>
      <w:r w:rsidRPr="005E1595">
        <w:rPr>
          <w:rFonts w:ascii="Arial" w:hAnsi="Arial" w:cs="Arial"/>
          <w:b/>
          <w:color w:val="auto"/>
          <w:spacing w:val="-6"/>
          <w:sz w:val="18"/>
          <w:szCs w:val="18"/>
        </w:rPr>
        <w:t xml:space="preserve"> do kontaktu ze strony Zamawiającego:</w:t>
      </w:r>
    </w:p>
    <w:p w14:paraId="4A74CCA9" w14:textId="604F0C37" w:rsidR="00CE7124" w:rsidRPr="0060507C" w:rsidRDefault="0060507C" w:rsidP="00761710">
      <w:pPr>
        <w:numPr>
          <w:ilvl w:val="1"/>
          <w:numId w:val="10"/>
        </w:numPr>
        <w:spacing w:before="120" w:after="120" w:line="240" w:lineRule="auto"/>
        <w:jc w:val="both"/>
        <w:rPr>
          <w:rFonts w:ascii="Arial" w:eastAsiaTheme="minorEastAsia" w:hAnsi="Arial" w:cs="Arial"/>
          <w:color w:val="auto"/>
          <w:spacing w:val="-6"/>
          <w:sz w:val="18"/>
          <w:szCs w:val="18"/>
          <w:lang w:val="en-GB"/>
        </w:rPr>
      </w:pPr>
      <w:r>
        <w:rPr>
          <w:rFonts w:ascii="Arial" w:hAnsi="Arial" w:cs="Arial"/>
          <w:color w:val="auto"/>
          <w:spacing w:val="-6"/>
          <w:sz w:val="18"/>
          <w:szCs w:val="18"/>
          <w:lang w:val="en-GB"/>
        </w:rPr>
        <w:t>…</w:t>
      </w:r>
      <w:proofErr w:type="gramStart"/>
      <w:r>
        <w:rPr>
          <w:rFonts w:ascii="Arial" w:hAnsi="Arial" w:cs="Arial"/>
          <w:color w:val="auto"/>
          <w:spacing w:val="-6"/>
          <w:sz w:val="18"/>
          <w:szCs w:val="18"/>
          <w:lang w:val="en-GB"/>
        </w:rPr>
        <w:t>…..</w:t>
      </w:r>
      <w:proofErr w:type="gramEnd"/>
      <w:r w:rsidR="00FD3764" w:rsidRPr="0060507C">
        <w:rPr>
          <w:rFonts w:ascii="Arial" w:hAnsi="Arial" w:cs="Arial"/>
          <w:color w:val="auto"/>
          <w:spacing w:val="-6"/>
          <w:sz w:val="18"/>
          <w:szCs w:val="18"/>
          <w:lang w:val="en-GB"/>
        </w:rPr>
        <w:t xml:space="preserve">, tel.: </w:t>
      </w:r>
      <w:r>
        <w:rPr>
          <w:rFonts w:ascii="Arial" w:hAnsi="Arial" w:cs="Arial"/>
          <w:color w:val="auto"/>
          <w:spacing w:val="-6"/>
          <w:sz w:val="18"/>
          <w:szCs w:val="18"/>
          <w:lang w:val="en-GB"/>
        </w:rPr>
        <w:t>……..</w:t>
      </w:r>
      <w:r w:rsidR="00FD3764" w:rsidRPr="0060507C">
        <w:rPr>
          <w:rFonts w:ascii="Arial" w:hAnsi="Arial" w:cs="Arial"/>
          <w:color w:val="auto"/>
          <w:spacing w:val="-6"/>
          <w:sz w:val="18"/>
          <w:szCs w:val="18"/>
          <w:lang w:val="en-GB"/>
        </w:rPr>
        <w:t xml:space="preserve">, email: </w:t>
      </w:r>
      <w:hyperlink r:id="rId11" w:history="1">
        <w:r>
          <w:rPr>
            <w:rStyle w:val="Hipercze"/>
            <w:lang w:val="en-GB"/>
          </w:rPr>
          <w:t>……….</w:t>
        </w:r>
        <w:r w:rsidR="00761710" w:rsidRPr="0060507C">
          <w:rPr>
            <w:rStyle w:val="Hipercze"/>
            <w:lang w:val="en-GB"/>
          </w:rPr>
          <w:t>@gkpge.pl</w:t>
        </w:r>
      </w:hyperlink>
      <w:r w:rsidR="00761710" w:rsidRPr="0060507C">
        <w:rPr>
          <w:lang w:val="en-GB"/>
        </w:rPr>
        <w:t xml:space="preserve"> </w:t>
      </w:r>
      <w:r w:rsidR="00E96C9F" w:rsidRPr="0060507C">
        <w:rPr>
          <w:lang w:val="en-GB"/>
        </w:rPr>
        <w:t xml:space="preserve"> </w:t>
      </w:r>
      <w:r w:rsidR="00D637E5" w:rsidRPr="0060507C">
        <w:rPr>
          <w:lang w:val="en-GB"/>
        </w:rPr>
        <w:t xml:space="preserve"> </w:t>
      </w:r>
      <w:r w:rsidR="001B6D6D" w:rsidRPr="0060507C">
        <w:rPr>
          <w:color w:val="auto"/>
          <w:lang w:val="en-GB"/>
        </w:rPr>
        <w:t xml:space="preserve"> </w:t>
      </w:r>
      <w:r w:rsidR="007509F7" w:rsidRPr="0060507C">
        <w:rPr>
          <w:color w:val="auto"/>
          <w:lang w:val="en-GB"/>
        </w:rPr>
        <w:t xml:space="preserve"> </w:t>
      </w:r>
      <w:r w:rsidR="002F328B" w:rsidRPr="0060507C">
        <w:rPr>
          <w:color w:val="auto"/>
          <w:lang w:val="en-GB"/>
        </w:rPr>
        <w:t xml:space="preserve"> </w:t>
      </w:r>
      <w:r w:rsidR="000306ED" w:rsidRPr="0060507C">
        <w:rPr>
          <w:color w:val="auto"/>
          <w:lang w:val="en-GB"/>
        </w:rPr>
        <w:t xml:space="preserve"> </w:t>
      </w:r>
      <w:r w:rsidR="001B03A0" w:rsidRPr="0060507C">
        <w:rPr>
          <w:color w:val="auto"/>
          <w:lang w:val="en-GB"/>
        </w:rPr>
        <w:t xml:space="preserve"> </w:t>
      </w:r>
      <w:r w:rsidR="00FD3764" w:rsidRPr="0060507C">
        <w:rPr>
          <w:rFonts w:ascii="Arial" w:eastAsiaTheme="minorEastAsia" w:hAnsi="Arial" w:cs="Arial"/>
          <w:color w:val="auto"/>
          <w:spacing w:val="-6"/>
          <w:sz w:val="18"/>
          <w:szCs w:val="18"/>
          <w:lang w:val="en-GB"/>
        </w:rPr>
        <w:t xml:space="preserve"> </w:t>
      </w:r>
    </w:p>
    <w:p w14:paraId="10D04FB3" w14:textId="2177B0B1" w:rsidR="00B729FF" w:rsidRPr="00B5201C" w:rsidRDefault="00B729FF" w:rsidP="00B729FF">
      <w:pPr>
        <w:numPr>
          <w:ilvl w:val="0"/>
          <w:numId w:val="10"/>
        </w:numPr>
        <w:tabs>
          <w:tab w:val="left" w:leader="dot" w:pos="9639"/>
        </w:tabs>
        <w:spacing w:before="120" w:after="120" w:line="240" w:lineRule="auto"/>
        <w:ind w:left="284" w:hanging="284"/>
        <w:jc w:val="both"/>
        <w:rPr>
          <w:rFonts w:ascii="Arial" w:eastAsiaTheme="minorEastAsia" w:hAnsi="Arial" w:cs="Arial"/>
          <w:color w:val="auto"/>
          <w:spacing w:val="-6"/>
          <w:sz w:val="18"/>
          <w:szCs w:val="18"/>
        </w:rPr>
      </w:pPr>
      <w:r w:rsidRPr="00B5201C">
        <w:rPr>
          <w:rFonts w:ascii="Arial" w:eastAsiaTheme="minorEastAsia" w:hAnsi="Arial" w:cs="Arial"/>
          <w:color w:val="auto"/>
          <w:spacing w:val="-6"/>
          <w:sz w:val="18"/>
          <w:szCs w:val="18"/>
        </w:rPr>
        <w:t>Osoby do kontaktu ze Strony Wykonawcy:</w:t>
      </w:r>
    </w:p>
    <w:p w14:paraId="07C22B81" w14:textId="34B03436" w:rsidR="00B729FF" w:rsidRPr="00B5201C" w:rsidRDefault="00B729FF" w:rsidP="00B729FF">
      <w:pPr>
        <w:numPr>
          <w:ilvl w:val="1"/>
          <w:numId w:val="10"/>
        </w:numPr>
        <w:tabs>
          <w:tab w:val="left" w:pos="851"/>
        </w:tabs>
        <w:spacing w:before="120" w:after="120" w:line="240" w:lineRule="auto"/>
        <w:ind w:left="616" w:right="1189"/>
        <w:jc w:val="both"/>
        <w:rPr>
          <w:rFonts w:ascii="Arial" w:eastAsiaTheme="minorEastAsia" w:hAnsi="Arial" w:cs="Arial"/>
          <w:color w:val="auto"/>
          <w:spacing w:val="-6"/>
          <w:sz w:val="18"/>
          <w:szCs w:val="18"/>
        </w:rPr>
      </w:pPr>
      <w:r w:rsidRPr="00B5201C">
        <w:rPr>
          <w:rFonts w:ascii="Arial" w:eastAsiaTheme="minorEastAsia" w:hAnsi="Arial" w:cs="Arial"/>
          <w:color w:val="auto"/>
          <w:spacing w:val="-6"/>
          <w:sz w:val="18"/>
          <w:szCs w:val="18"/>
        </w:rPr>
        <w:t>……………………………………………………………………………</w:t>
      </w:r>
    </w:p>
    <w:p w14:paraId="6D269F59" w14:textId="1E897B76" w:rsidR="001D0ED9" w:rsidRPr="00B5201C" w:rsidRDefault="00A318BA" w:rsidP="000306ED">
      <w:pPr>
        <w:numPr>
          <w:ilvl w:val="0"/>
          <w:numId w:val="10"/>
        </w:numPr>
        <w:tabs>
          <w:tab w:val="left" w:leader="dot" w:pos="9639"/>
        </w:tabs>
        <w:spacing w:before="120" w:after="120" w:line="240" w:lineRule="auto"/>
        <w:ind w:left="284" w:hanging="284"/>
        <w:jc w:val="both"/>
        <w:rPr>
          <w:rFonts w:ascii="Arial" w:eastAsiaTheme="minorEastAsia" w:hAnsi="Arial" w:cs="Arial"/>
          <w:color w:val="auto"/>
          <w:spacing w:val="-6"/>
          <w:sz w:val="18"/>
          <w:szCs w:val="18"/>
        </w:rPr>
      </w:pPr>
      <w:r w:rsidRPr="00B5201C">
        <w:rPr>
          <w:rFonts w:ascii="Arial" w:eastAsiaTheme="minorEastAsia" w:hAnsi="Arial" w:cs="Arial"/>
          <w:color w:val="auto"/>
          <w:spacing w:val="-6"/>
          <w:sz w:val="18"/>
          <w:szCs w:val="18"/>
        </w:rPr>
        <w:t>Integralną część</w:t>
      </w:r>
      <w:r w:rsidR="009773C6" w:rsidRPr="00B5201C">
        <w:rPr>
          <w:rFonts w:ascii="Arial" w:eastAsiaTheme="minorEastAsia" w:hAnsi="Arial" w:cs="Arial"/>
          <w:color w:val="auto"/>
          <w:spacing w:val="-6"/>
          <w:sz w:val="18"/>
          <w:szCs w:val="18"/>
        </w:rPr>
        <w:t xml:space="preserve"> niniejszego Zamówienia stanowi</w:t>
      </w:r>
      <w:r w:rsidR="008B6F25" w:rsidRPr="00B5201C">
        <w:rPr>
          <w:rFonts w:ascii="Arial" w:eastAsiaTheme="minorEastAsia" w:hAnsi="Arial" w:cs="Arial"/>
          <w:color w:val="auto"/>
          <w:spacing w:val="-6"/>
          <w:sz w:val="18"/>
          <w:szCs w:val="18"/>
        </w:rPr>
        <w:t>:</w:t>
      </w:r>
      <w:r w:rsidR="000306ED" w:rsidRPr="00B5201C">
        <w:rPr>
          <w:rFonts w:ascii="Arial" w:eastAsiaTheme="minorEastAsia" w:hAnsi="Arial" w:cs="Arial"/>
          <w:color w:val="auto"/>
          <w:spacing w:val="-6"/>
          <w:sz w:val="18"/>
          <w:szCs w:val="18"/>
        </w:rPr>
        <w:t xml:space="preserve"> </w:t>
      </w:r>
    </w:p>
    <w:p w14:paraId="36D3B1D7" w14:textId="77777777" w:rsidR="00E96C9F" w:rsidRPr="00B5201C" w:rsidRDefault="007509F7" w:rsidP="00E96C9F">
      <w:pPr>
        <w:numPr>
          <w:ilvl w:val="1"/>
          <w:numId w:val="10"/>
        </w:numPr>
        <w:spacing w:before="120" w:after="120" w:line="240" w:lineRule="auto"/>
        <w:ind w:left="709" w:hanging="425"/>
        <w:jc w:val="both"/>
        <w:rPr>
          <w:rFonts w:ascii="Arial" w:eastAsiaTheme="minorEastAsia" w:hAnsi="Arial" w:cs="Arial"/>
          <w:color w:val="auto"/>
          <w:spacing w:val="-6"/>
          <w:sz w:val="18"/>
          <w:szCs w:val="18"/>
        </w:rPr>
      </w:pPr>
      <w:r w:rsidRPr="00B5201C">
        <w:rPr>
          <w:rFonts w:ascii="Arial" w:eastAsiaTheme="minorEastAsia" w:hAnsi="Arial" w:cs="Arial"/>
          <w:color w:val="auto"/>
          <w:spacing w:val="-6"/>
          <w:sz w:val="18"/>
          <w:szCs w:val="18"/>
        </w:rPr>
        <w:lastRenderedPageBreak/>
        <w:t>Załącznik nr</w:t>
      </w:r>
      <w:r w:rsidR="00B729FF" w:rsidRPr="00B5201C">
        <w:rPr>
          <w:rFonts w:ascii="Arial" w:eastAsiaTheme="minorEastAsia" w:hAnsi="Arial" w:cs="Arial"/>
          <w:color w:val="auto"/>
          <w:spacing w:val="-6"/>
          <w:sz w:val="18"/>
          <w:szCs w:val="18"/>
        </w:rPr>
        <w:t xml:space="preserve"> 1 – Opis Przedmiotu Zamówienia</w:t>
      </w:r>
    </w:p>
    <w:p w14:paraId="0126635C" w14:textId="77777777" w:rsidR="009602C3" w:rsidRPr="004E067E" w:rsidRDefault="009602C3" w:rsidP="009602C3">
      <w:pPr>
        <w:pStyle w:val="Akapitzlist"/>
        <w:numPr>
          <w:ilvl w:val="0"/>
          <w:numId w:val="2"/>
        </w:numPr>
        <w:spacing w:before="120"/>
        <w:ind w:left="426" w:hanging="426"/>
        <w:contextualSpacing w:val="0"/>
        <w:rPr>
          <w:rFonts w:ascii="Arial" w:hAnsi="Arial" w:cs="Arial"/>
          <w:vanish/>
          <w:spacing w:val="-6"/>
          <w:sz w:val="18"/>
          <w:szCs w:val="18"/>
        </w:rPr>
      </w:pPr>
    </w:p>
    <w:p w14:paraId="38BE6F41" w14:textId="77777777" w:rsidR="009602C3" w:rsidRPr="004E067E" w:rsidRDefault="009602C3" w:rsidP="009602C3">
      <w:pPr>
        <w:pStyle w:val="Akapitzlist"/>
        <w:numPr>
          <w:ilvl w:val="0"/>
          <w:numId w:val="2"/>
        </w:numPr>
        <w:spacing w:before="120"/>
        <w:ind w:left="426" w:hanging="426"/>
        <w:contextualSpacing w:val="0"/>
        <w:rPr>
          <w:rFonts w:ascii="Arial" w:hAnsi="Arial" w:cs="Arial"/>
          <w:vanish/>
          <w:spacing w:val="-6"/>
          <w:sz w:val="18"/>
          <w:szCs w:val="18"/>
        </w:rPr>
      </w:pPr>
    </w:p>
    <w:p w14:paraId="7CBED83E" w14:textId="10CB88D1" w:rsidR="009602C3" w:rsidRPr="004E067E" w:rsidRDefault="009602C3" w:rsidP="009602C3">
      <w:pPr>
        <w:jc w:val="both"/>
        <w:rPr>
          <w:rFonts w:ascii="Arial" w:hAnsi="Arial" w:cs="Arial"/>
          <w:color w:val="auto"/>
          <w:spacing w:val="-6"/>
          <w:sz w:val="18"/>
          <w:szCs w:val="18"/>
        </w:rPr>
      </w:pPr>
      <w:r w:rsidRPr="004E067E">
        <w:rPr>
          <w:rFonts w:ascii="Arial" w:hAnsi="Arial" w:cs="Arial"/>
          <w:color w:val="auto"/>
          <w:spacing w:val="-6"/>
          <w:sz w:val="18"/>
          <w:szCs w:val="18"/>
        </w:rPr>
        <w:t xml:space="preserve">Wykonawca oświadcza, że zapoznał się z </w:t>
      </w:r>
      <w:r w:rsidRPr="004E067E">
        <w:rPr>
          <w:rFonts w:ascii="Arial" w:hAnsi="Arial" w:cs="Arial"/>
          <w:b/>
          <w:color w:val="auto"/>
          <w:spacing w:val="-6"/>
          <w:sz w:val="18"/>
          <w:szCs w:val="18"/>
          <w:u w:val="single"/>
        </w:rPr>
        <w:t>Ogólnymi Warunkami Zamówienia</w:t>
      </w:r>
      <w:r w:rsidRPr="004E067E">
        <w:rPr>
          <w:rFonts w:ascii="Arial" w:hAnsi="Arial" w:cs="Arial"/>
          <w:color w:val="auto"/>
          <w:spacing w:val="-6"/>
          <w:sz w:val="18"/>
          <w:szCs w:val="18"/>
        </w:rPr>
        <w:t xml:space="preserve">, dostępnymi na stronie </w:t>
      </w:r>
      <w:r w:rsidRPr="0091632D">
        <w:rPr>
          <w:rFonts w:ascii="Arial" w:hAnsi="Arial" w:cs="Arial"/>
          <w:color w:val="auto"/>
          <w:spacing w:val="-6"/>
          <w:sz w:val="18"/>
          <w:szCs w:val="18"/>
        </w:rPr>
        <w:t xml:space="preserve">internetowej Zamawiającego, pod adresem: </w:t>
      </w:r>
      <w:hyperlink r:id="rId12" w:history="1">
        <w:r w:rsidRPr="001D0ED9">
          <w:rPr>
            <w:rStyle w:val="Hipercze"/>
            <w:rFonts w:ascii="Arial" w:hAnsi="Arial" w:cs="Arial"/>
            <w:sz w:val="18"/>
            <w:szCs w:val="18"/>
          </w:rPr>
          <w:t>https://pgegiek.pl/Przetargi/Przetargi-zakupowe</w:t>
        </w:r>
      </w:hyperlink>
      <w:r w:rsidR="00B47669" w:rsidRPr="00B47669">
        <w:rPr>
          <w:rStyle w:val="Hipercze"/>
          <w:rFonts w:ascii="Arial" w:hAnsi="Arial" w:cs="Arial"/>
          <w:color w:val="auto"/>
          <w:sz w:val="18"/>
          <w:szCs w:val="18"/>
          <w:u w:val="none"/>
        </w:rPr>
        <w:t xml:space="preserve"> </w:t>
      </w:r>
      <w:r w:rsidRPr="0091632D">
        <w:rPr>
          <w:rFonts w:ascii="Arial" w:hAnsi="Arial" w:cs="Arial"/>
          <w:color w:val="auto"/>
          <w:spacing w:val="-6"/>
          <w:sz w:val="18"/>
          <w:szCs w:val="18"/>
        </w:rPr>
        <w:t xml:space="preserve">i zobowiązuje </w:t>
      </w:r>
      <w:r w:rsidRPr="004E067E">
        <w:rPr>
          <w:rFonts w:ascii="Arial" w:hAnsi="Arial" w:cs="Arial"/>
          <w:color w:val="auto"/>
          <w:spacing w:val="-6"/>
          <w:sz w:val="18"/>
          <w:szCs w:val="18"/>
        </w:rPr>
        <w:t>się do ich przestrzegania</w:t>
      </w:r>
      <w:r w:rsidR="0091632D" w:rsidRPr="004E067E">
        <w:rPr>
          <w:rFonts w:ascii="Arial" w:hAnsi="Arial" w:cs="Arial"/>
          <w:color w:val="auto"/>
          <w:spacing w:val="-6"/>
          <w:sz w:val="18"/>
          <w:szCs w:val="18"/>
        </w:rPr>
        <w:t>.</w:t>
      </w:r>
    </w:p>
    <w:p w14:paraId="407AC0B4" w14:textId="77777777" w:rsidR="009602C3" w:rsidRPr="004E067E" w:rsidRDefault="009602C3" w:rsidP="009602C3">
      <w:pPr>
        <w:spacing w:before="120" w:after="120"/>
        <w:jc w:val="both"/>
        <w:rPr>
          <w:rFonts w:ascii="Arial" w:hAnsi="Arial" w:cs="Arial"/>
          <w:color w:val="auto"/>
          <w:spacing w:val="-6"/>
          <w:sz w:val="18"/>
          <w:szCs w:val="18"/>
        </w:rPr>
      </w:pPr>
      <w:r w:rsidRPr="004E067E">
        <w:rPr>
          <w:rFonts w:ascii="Arial" w:hAnsi="Arial" w:cs="Arial"/>
          <w:b/>
          <w:color w:val="auto"/>
          <w:spacing w:val="-6"/>
          <w:sz w:val="18"/>
          <w:szCs w:val="18"/>
        </w:rPr>
        <w:t>Ogólne Warunki Zamówienia</w:t>
      </w:r>
      <w:r w:rsidRPr="004E067E">
        <w:rPr>
          <w:rFonts w:ascii="Arial" w:hAnsi="Arial" w:cs="Arial"/>
          <w:color w:val="auto"/>
          <w:spacing w:val="-6"/>
          <w:sz w:val="18"/>
          <w:szCs w:val="18"/>
        </w:rPr>
        <w:t xml:space="preserve"> stanowią integralną część Zamówienia. </w:t>
      </w:r>
    </w:p>
    <w:p w14:paraId="403F8EBC" w14:textId="77777777" w:rsidR="009602C3" w:rsidRPr="004E067E" w:rsidRDefault="009602C3" w:rsidP="009602C3">
      <w:pPr>
        <w:spacing w:before="120" w:after="120"/>
        <w:jc w:val="both"/>
        <w:rPr>
          <w:rFonts w:ascii="Arial" w:hAnsi="Arial" w:cs="Arial"/>
          <w:color w:val="auto"/>
          <w:spacing w:val="-6"/>
          <w:sz w:val="18"/>
          <w:szCs w:val="18"/>
        </w:rPr>
      </w:pPr>
      <w:r w:rsidRPr="004E067E">
        <w:rPr>
          <w:rFonts w:ascii="Arial" w:hAnsi="Arial" w:cs="Arial"/>
          <w:color w:val="auto"/>
          <w:spacing w:val="-6"/>
          <w:sz w:val="18"/>
          <w:szCs w:val="18"/>
        </w:rPr>
        <w:t xml:space="preserve">Postanowienia niniejszego Zamówienia mają charakter nadrzędny w stosunku do </w:t>
      </w:r>
      <w:r w:rsidRPr="004E067E">
        <w:rPr>
          <w:rFonts w:ascii="Arial" w:hAnsi="Arial" w:cs="Arial"/>
          <w:b/>
          <w:color w:val="auto"/>
          <w:spacing w:val="-6"/>
          <w:sz w:val="18"/>
          <w:szCs w:val="18"/>
        </w:rPr>
        <w:t>Ogólnych Warunków Zamówienia.</w:t>
      </w:r>
    </w:p>
    <w:p w14:paraId="5EF5E3C2" w14:textId="1E97864A" w:rsidR="006C2BCE" w:rsidRPr="004E067E" w:rsidRDefault="00A318BA" w:rsidP="006C2BCE">
      <w:pPr>
        <w:spacing w:before="120" w:after="120"/>
        <w:jc w:val="both"/>
        <w:rPr>
          <w:rFonts w:ascii="Arial" w:eastAsiaTheme="minorEastAsia" w:hAnsi="Arial" w:cs="Arial"/>
          <w:color w:val="auto"/>
          <w:spacing w:val="-6"/>
          <w:sz w:val="18"/>
          <w:szCs w:val="18"/>
        </w:rPr>
      </w:pPr>
      <w:r w:rsidRPr="004E067E">
        <w:rPr>
          <w:rFonts w:ascii="Arial" w:eastAsiaTheme="minorEastAsia" w:hAnsi="Arial" w:cs="Arial"/>
          <w:b/>
          <w:color w:val="auto"/>
          <w:spacing w:val="-6"/>
          <w:sz w:val="18"/>
          <w:szCs w:val="18"/>
        </w:rPr>
        <w:t xml:space="preserve">Osoba sporządzająca: </w:t>
      </w:r>
      <w:r w:rsidR="009E7C8B" w:rsidRPr="004E067E">
        <w:rPr>
          <w:rFonts w:ascii="Arial" w:eastAsiaTheme="minorEastAsia" w:hAnsi="Arial" w:cs="Arial"/>
          <w:color w:val="auto"/>
          <w:spacing w:val="-6"/>
          <w:sz w:val="18"/>
          <w:szCs w:val="18"/>
        </w:rPr>
        <w:t>Paweł Szymczyk</w:t>
      </w: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9"/>
        <w:gridCol w:w="4377"/>
      </w:tblGrid>
      <w:tr w:rsidR="004E067E" w:rsidRPr="004E067E" w14:paraId="07EF635F" w14:textId="77777777" w:rsidTr="00132E3F">
        <w:trPr>
          <w:trHeight w:val="1873"/>
          <w:jc w:val="center"/>
        </w:trPr>
        <w:tc>
          <w:tcPr>
            <w:tcW w:w="3749" w:type="dxa"/>
          </w:tcPr>
          <w:p w14:paraId="27A5C4BA" w14:textId="77777777" w:rsidR="00A318BA" w:rsidRPr="004E067E" w:rsidRDefault="00A318BA" w:rsidP="00761710">
            <w:pPr>
              <w:keepNext/>
              <w:spacing w:before="240"/>
              <w:ind w:left="426" w:hanging="426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4E067E">
              <w:rPr>
                <w:rFonts w:ascii="Arial" w:hAnsi="Arial" w:cs="Arial"/>
                <w:b/>
                <w:color w:val="auto"/>
                <w:sz w:val="18"/>
                <w:szCs w:val="18"/>
              </w:rPr>
              <w:t>Zamawiający:</w:t>
            </w:r>
          </w:p>
          <w:p w14:paraId="1D78E83E" w14:textId="77777777" w:rsidR="00A318BA" w:rsidRPr="004E067E" w:rsidRDefault="00A318BA" w:rsidP="00761710">
            <w:pPr>
              <w:keepNext/>
              <w:ind w:left="426" w:hanging="426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  <w:p w14:paraId="42724FBD" w14:textId="77777777" w:rsidR="00A318BA" w:rsidRPr="004E067E" w:rsidRDefault="00A318BA" w:rsidP="00761710">
            <w:pPr>
              <w:keepNext/>
              <w:ind w:left="426" w:hanging="426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  <w:p w14:paraId="3669EEDC" w14:textId="77777777" w:rsidR="00A318BA" w:rsidRPr="004E067E" w:rsidRDefault="00A318BA" w:rsidP="00761710">
            <w:pPr>
              <w:keepNext/>
              <w:ind w:left="426" w:hanging="426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  <w:p w14:paraId="7776D2AA" w14:textId="77777777" w:rsidR="00A318BA" w:rsidRPr="004E067E" w:rsidRDefault="00A318BA" w:rsidP="00761710">
            <w:pPr>
              <w:keepNext/>
              <w:ind w:left="426" w:hanging="426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4E067E">
              <w:rPr>
                <w:rFonts w:ascii="Arial" w:hAnsi="Arial" w:cs="Arial"/>
                <w:color w:val="auto"/>
                <w:sz w:val="18"/>
                <w:szCs w:val="18"/>
              </w:rPr>
              <w:t>……………………………………………</w:t>
            </w:r>
          </w:p>
          <w:p w14:paraId="247CBCD8" w14:textId="77777777" w:rsidR="00A318BA" w:rsidRPr="004E067E" w:rsidRDefault="00A318BA" w:rsidP="00761710">
            <w:pPr>
              <w:keepNext/>
              <w:ind w:left="426" w:hanging="426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4E067E">
              <w:rPr>
                <w:rFonts w:ascii="Arial" w:hAnsi="Arial" w:cs="Arial"/>
                <w:color w:val="auto"/>
                <w:sz w:val="18"/>
                <w:szCs w:val="18"/>
              </w:rPr>
              <w:t>/podpis Zamawiającego/</w:t>
            </w:r>
          </w:p>
          <w:p w14:paraId="60657253" w14:textId="77777777" w:rsidR="00A318BA" w:rsidRPr="004E067E" w:rsidRDefault="00A318BA" w:rsidP="00761710">
            <w:pPr>
              <w:keepNext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4377" w:type="dxa"/>
          </w:tcPr>
          <w:p w14:paraId="2EDFBB69" w14:textId="77777777" w:rsidR="00A318BA" w:rsidRPr="004E067E" w:rsidRDefault="00A318BA" w:rsidP="00761710">
            <w:pPr>
              <w:keepNext/>
              <w:ind w:left="426" w:hanging="426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  <w:p w14:paraId="58257C24" w14:textId="77777777" w:rsidR="00A318BA" w:rsidRPr="004E067E" w:rsidRDefault="00A318BA" w:rsidP="00761710">
            <w:pPr>
              <w:keepNext/>
              <w:ind w:left="426" w:hanging="426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4E067E">
              <w:rPr>
                <w:rFonts w:ascii="Arial" w:hAnsi="Arial" w:cs="Arial"/>
                <w:b/>
                <w:color w:val="auto"/>
                <w:sz w:val="18"/>
                <w:szCs w:val="18"/>
              </w:rPr>
              <w:t>Wykonawca:</w:t>
            </w:r>
          </w:p>
          <w:p w14:paraId="3118587B" w14:textId="77777777" w:rsidR="00A318BA" w:rsidRPr="004E067E" w:rsidRDefault="00A318BA" w:rsidP="00761710">
            <w:pPr>
              <w:keepNext/>
              <w:ind w:left="426" w:hanging="426"/>
              <w:jc w:val="center"/>
              <w:rPr>
                <w:rFonts w:ascii="Arial" w:hAnsi="Arial" w:cs="Arial"/>
                <w:i/>
                <w:color w:val="auto"/>
                <w:sz w:val="18"/>
                <w:szCs w:val="18"/>
              </w:rPr>
            </w:pPr>
            <w:r w:rsidRPr="004E067E">
              <w:rPr>
                <w:rFonts w:ascii="Arial" w:hAnsi="Arial" w:cs="Arial"/>
                <w:i/>
                <w:color w:val="auto"/>
                <w:sz w:val="18"/>
                <w:szCs w:val="18"/>
              </w:rPr>
              <w:t>Przyjmuję do realizacji niniejsze Zamówienie na warunkach j. w.</w:t>
            </w:r>
          </w:p>
          <w:p w14:paraId="0E0733A3" w14:textId="77777777" w:rsidR="00A318BA" w:rsidRPr="004E067E" w:rsidRDefault="00A318BA" w:rsidP="00761710">
            <w:pPr>
              <w:keepNext/>
              <w:ind w:left="426" w:hanging="426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6EE532A0" w14:textId="77777777" w:rsidR="00A318BA" w:rsidRPr="004E067E" w:rsidRDefault="00A318BA" w:rsidP="00761710">
            <w:pPr>
              <w:keepNext/>
              <w:ind w:left="426" w:hanging="426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4E067E">
              <w:rPr>
                <w:rFonts w:ascii="Arial" w:hAnsi="Arial" w:cs="Arial"/>
                <w:color w:val="auto"/>
                <w:sz w:val="18"/>
                <w:szCs w:val="18"/>
              </w:rPr>
              <w:t>……………………………………………</w:t>
            </w:r>
          </w:p>
          <w:p w14:paraId="69D42526" w14:textId="77777777" w:rsidR="00A318BA" w:rsidRPr="004E067E" w:rsidRDefault="00A318BA" w:rsidP="00761710">
            <w:pPr>
              <w:keepNext/>
              <w:ind w:left="426" w:hanging="426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4E067E">
              <w:rPr>
                <w:rFonts w:ascii="Arial" w:hAnsi="Arial" w:cs="Arial"/>
                <w:color w:val="auto"/>
                <w:sz w:val="18"/>
                <w:szCs w:val="18"/>
              </w:rPr>
              <w:t>/podpis Wykonawcy/</w:t>
            </w:r>
          </w:p>
          <w:p w14:paraId="0AA21AEB" w14:textId="77777777" w:rsidR="00A318BA" w:rsidRPr="004E067E" w:rsidRDefault="00A318BA" w:rsidP="00761710">
            <w:pPr>
              <w:keepNext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</w:tr>
    </w:tbl>
    <w:p w14:paraId="05C3D742" w14:textId="341A33F7" w:rsidR="00B84343" w:rsidRDefault="00B84343" w:rsidP="00BB0F7D">
      <w:pPr>
        <w:pStyle w:val="PGEdata"/>
        <w:rPr>
          <w:color w:val="auto"/>
        </w:rPr>
      </w:pPr>
    </w:p>
    <w:p w14:paraId="6C4868D7" w14:textId="7A7FFDE0" w:rsidR="004E067E" w:rsidRDefault="004E067E" w:rsidP="00BB0F7D">
      <w:pPr>
        <w:pStyle w:val="PGEdata"/>
        <w:rPr>
          <w:color w:val="auto"/>
        </w:rPr>
      </w:pPr>
    </w:p>
    <w:p w14:paraId="1B3B85D2" w14:textId="2B13A8CC" w:rsidR="004E067E" w:rsidRDefault="004E067E" w:rsidP="00BB0F7D">
      <w:pPr>
        <w:pStyle w:val="PGEdata"/>
        <w:rPr>
          <w:color w:val="auto"/>
        </w:rPr>
      </w:pPr>
    </w:p>
    <w:p w14:paraId="2C3F6F14" w14:textId="64E8FA2A" w:rsidR="004E067E" w:rsidRDefault="004E067E" w:rsidP="00BB0F7D">
      <w:pPr>
        <w:pStyle w:val="PGEdata"/>
        <w:rPr>
          <w:color w:val="auto"/>
        </w:rPr>
      </w:pPr>
    </w:p>
    <w:p w14:paraId="58D20E19" w14:textId="4241B2C6" w:rsidR="004E067E" w:rsidRDefault="004E067E" w:rsidP="00BB0F7D">
      <w:pPr>
        <w:pStyle w:val="PGEdata"/>
        <w:rPr>
          <w:color w:val="auto"/>
        </w:rPr>
      </w:pPr>
    </w:p>
    <w:p w14:paraId="6D743E87" w14:textId="7D2BA9CC" w:rsidR="005E1595" w:rsidRDefault="005E1595" w:rsidP="00BB0F7D">
      <w:pPr>
        <w:pStyle w:val="PGEdata"/>
        <w:rPr>
          <w:color w:val="auto"/>
        </w:rPr>
      </w:pPr>
    </w:p>
    <w:p w14:paraId="0F1DF5D1" w14:textId="12388308" w:rsidR="005E1595" w:rsidRDefault="005E1595" w:rsidP="00BB0F7D">
      <w:pPr>
        <w:pStyle w:val="PGEdata"/>
        <w:rPr>
          <w:color w:val="auto"/>
        </w:rPr>
      </w:pPr>
    </w:p>
    <w:p w14:paraId="1D078301" w14:textId="55B9E82A" w:rsidR="005E1595" w:rsidRDefault="005E1595" w:rsidP="00BB0F7D">
      <w:pPr>
        <w:pStyle w:val="PGEdata"/>
        <w:rPr>
          <w:color w:val="auto"/>
        </w:rPr>
      </w:pPr>
    </w:p>
    <w:p w14:paraId="580C7184" w14:textId="62100D9B" w:rsidR="005E1595" w:rsidRDefault="005E1595" w:rsidP="00BB0F7D">
      <w:pPr>
        <w:pStyle w:val="PGEdata"/>
        <w:rPr>
          <w:color w:val="auto"/>
        </w:rPr>
      </w:pPr>
    </w:p>
    <w:p w14:paraId="1CE6D159" w14:textId="2AC1198B" w:rsidR="005E1595" w:rsidRDefault="005E1595" w:rsidP="00BB0F7D">
      <w:pPr>
        <w:pStyle w:val="PGEdata"/>
        <w:rPr>
          <w:color w:val="auto"/>
        </w:rPr>
      </w:pPr>
    </w:p>
    <w:p w14:paraId="4CFDBE3D" w14:textId="7D6A15D1" w:rsidR="005E1595" w:rsidRDefault="005E1595" w:rsidP="00BB0F7D">
      <w:pPr>
        <w:pStyle w:val="PGEdata"/>
        <w:rPr>
          <w:color w:val="auto"/>
        </w:rPr>
      </w:pPr>
    </w:p>
    <w:p w14:paraId="69D3F54C" w14:textId="2F6F107C" w:rsidR="005E1595" w:rsidRDefault="005E1595" w:rsidP="00BB0F7D">
      <w:pPr>
        <w:pStyle w:val="PGEdata"/>
        <w:rPr>
          <w:color w:val="auto"/>
        </w:rPr>
      </w:pPr>
    </w:p>
    <w:p w14:paraId="58AC5F63" w14:textId="3C1511FF" w:rsidR="004E067E" w:rsidRDefault="004E067E" w:rsidP="00BB0F7D">
      <w:pPr>
        <w:pStyle w:val="PGEdata"/>
        <w:rPr>
          <w:color w:val="auto"/>
        </w:rPr>
      </w:pPr>
    </w:p>
    <w:p w14:paraId="0F603F6D" w14:textId="77777777" w:rsidR="005E1595" w:rsidRPr="00B5201C" w:rsidRDefault="005E1595" w:rsidP="00BB0F7D">
      <w:pPr>
        <w:pStyle w:val="PGEdata"/>
        <w:rPr>
          <w:color w:val="auto"/>
        </w:rPr>
      </w:pPr>
    </w:p>
    <w:p w14:paraId="69F826D0" w14:textId="77777777" w:rsidR="00761710" w:rsidRPr="00B5201C" w:rsidRDefault="00761710" w:rsidP="004E067E">
      <w:pPr>
        <w:jc w:val="center"/>
        <w:rPr>
          <w:color w:val="auto"/>
        </w:rPr>
      </w:pPr>
    </w:p>
    <w:sectPr w:rsidR="00761710" w:rsidRPr="00B5201C" w:rsidSect="00E370B5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2410" w:right="1361" w:bottom="1985" w:left="2268" w:header="993" w:footer="70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A95BE" w14:textId="77777777" w:rsidR="00764199" w:rsidRDefault="00764199" w:rsidP="001C34EF">
      <w:r>
        <w:separator/>
      </w:r>
    </w:p>
  </w:endnote>
  <w:endnote w:type="continuationSeparator" w:id="0">
    <w:p w14:paraId="35633DCC" w14:textId="77777777" w:rsidR="00764199" w:rsidRDefault="00764199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61B74" w14:textId="77777777" w:rsidR="00761710" w:rsidRPr="00590476" w:rsidRDefault="00761710" w:rsidP="00590476">
    <w:pPr>
      <w:pStyle w:val="Stopka"/>
      <w:spacing w:line="240" w:lineRule="auto"/>
      <w:ind w:right="1331"/>
      <w:jc w:val="both"/>
      <w:rPr>
        <w:color w:val="7B7B7B"/>
        <w:spacing w:val="2"/>
        <w:sz w:val="14"/>
        <w:szCs w:val="14"/>
      </w:rPr>
    </w:pPr>
    <w:r>
      <w:rPr>
        <w:b/>
        <w:noProof/>
        <w:color w:val="707173"/>
        <w:sz w:val="18"/>
        <w:szCs w:val="18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60831BB3" wp14:editId="20CA9651">
              <wp:simplePos x="0" y="0"/>
              <wp:positionH relativeFrom="rightMargin">
                <wp:posOffset>-398780</wp:posOffset>
              </wp:positionH>
              <wp:positionV relativeFrom="margin">
                <wp:posOffset>8192135</wp:posOffset>
              </wp:positionV>
              <wp:extent cx="334010" cy="304800"/>
              <wp:effectExtent l="0" t="0" r="0" b="0"/>
              <wp:wrapNone/>
              <wp:docPr id="8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4010" cy="3048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5C4268" w14:textId="38D6AB94" w:rsidR="00761710" w:rsidRPr="00E370B5" w:rsidRDefault="00761710" w:rsidP="00A64968">
                          <w:pPr>
                            <w:pStyle w:val="Stopka"/>
                            <w:ind w:left="-142"/>
                            <w:jc w:val="right"/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</w:pP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begin"/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instrText>PAGE   \* MERGEFORMAT</w:instrText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separate"/>
                          </w:r>
                          <w:r w:rsidR="005E1595">
                            <w:rPr>
                              <w:rFonts w:asciiTheme="minorHAnsi" w:eastAsiaTheme="majorEastAsia" w:hAnsiTheme="minorHAnsi" w:cstheme="majorBidi"/>
                              <w:noProof/>
                              <w:szCs w:val="22"/>
                            </w:rPr>
                            <w:t>4</w:t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0831BB3" id="Prostokąt 3" o:spid="_x0000_s1027" style="position:absolute;left:0;text-align:left;margin-left:-31.4pt;margin-top:645.05pt;width:26.3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" o:allowincell="f" filled="f" stroked="f">
              <v:textbox style="mso-fit-shape-to-text:t">
                <w:txbxContent>
                  <w:p w14:paraId="585C4268" w14:textId="38D6AB94" w:rsidR="00761710" w:rsidRPr="00E370B5" w:rsidRDefault="00761710" w:rsidP="00A64968">
                    <w:pPr>
                      <w:pStyle w:val="Stopka"/>
                      <w:ind w:left="-142"/>
                      <w:jc w:val="right"/>
                      <w:rPr>
                        <w:rFonts w:asciiTheme="minorHAnsi" w:eastAsiaTheme="majorEastAsia" w:hAnsiTheme="minorHAnsi" w:cstheme="majorBidi"/>
                        <w:szCs w:val="22"/>
                      </w:rPr>
                    </w:pP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begin"/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instrText>PAGE   \* MERGEFORMAT</w:instrText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separate"/>
                    </w:r>
                    <w:r w:rsidR="005E1595">
                      <w:rPr>
                        <w:rFonts w:asciiTheme="minorHAnsi" w:eastAsiaTheme="majorEastAsia" w:hAnsiTheme="minorHAnsi" w:cstheme="majorBidi"/>
                        <w:noProof/>
                        <w:szCs w:val="22"/>
                      </w:rPr>
                      <w:t>4</w:t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16F577AC" wp14:editId="61FCB795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7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883BD5" id="Łącznik prostoliniowy 3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" strokecolor="#1f497d [3215]">
              <o:lock v:ext="edit" shapetype="f"/>
            </v:line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3" distB="4294967293" distL="114300" distR="114300" simplePos="0" relativeHeight="251670528" behindDoc="0" locked="0" layoutInCell="1" allowOverlap="1" wp14:anchorId="371BAE83" wp14:editId="3C02BA32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6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804D2E" id="Łącznik prostoliniowy 2" o:spid="_x0000_s1026" style="position:absolute;z-index:2516705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" strokecolor="#1f497d [3215]">
              <o:lock v:ext="edit" shapetype="f"/>
            </v:line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3" distB="4294967293" distL="114300" distR="114300" simplePos="0" relativeHeight="251672576" behindDoc="0" locked="0" layoutInCell="1" allowOverlap="1" wp14:anchorId="4FADEB80" wp14:editId="5E307772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5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E90170" id="Łącznik prostoliniowy 2" o:spid="_x0000_s1026" style="position:absolute;z-index:25167257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" strokecolor="#1f497d [3215]">
              <o:lock v:ext="edit" shapetype="f"/>
            </v:line>
          </w:pict>
        </mc:Fallback>
      </mc:AlternateContent>
    </w:r>
    <w:r>
      <w:rPr>
        <w:noProof/>
        <w:spacing w:val="2"/>
        <w:szCs w:val="22"/>
      </w:rPr>
      <mc:AlternateContent>
        <mc:Choice Requires="wps">
          <w:drawing>
            <wp:anchor distT="4294967293" distB="4294967293" distL="114300" distR="114300" simplePos="0" relativeHeight="251676672" behindDoc="0" locked="0" layoutInCell="1" allowOverlap="1" wp14:anchorId="04634A7A" wp14:editId="702CD9AC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3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C0F991" id="Łącznik prostoliniowy 2" o:spid="_x0000_s1026" style="position:absolute;z-index:25167667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" strokecolor="#1f497d [3215]">
              <o:lock v:ext="edit" shapetype="f"/>
            </v:line>
          </w:pict>
        </mc:Fallback>
      </mc:AlternateContent>
    </w:r>
    <w:r w:rsidRPr="00B4043A">
      <w:rPr>
        <w:b/>
        <w:color w:val="7B7B7B"/>
        <w:spacing w:val="2"/>
        <w:sz w:val="14"/>
        <w:szCs w:val="14"/>
      </w:rPr>
      <w:t>PGE Górnictwo i Energetyka Konwencjonalna Spółka A</w:t>
    </w:r>
    <w:r>
      <w:rPr>
        <w:b/>
        <w:color w:val="7B7B7B"/>
        <w:spacing w:val="2"/>
        <w:sz w:val="14"/>
        <w:szCs w:val="14"/>
      </w:rPr>
      <w:t>kcyjna z siedzibą w Bełchatowie</w:t>
    </w:r>
    <w:r>
      <w:rPr>
        <w:color w:val="7B7B7B"/>
        <w:spacing w:val="2"/>
        <w:sz w:val="14"/>
        <w:szCs w:val="14"/>
      </w:rPr>
      <w:t>,</w:t>
    </w:r>
    <w:r w:rsidRPr="00B4043A">
      <w:rPr>
        <w:color w:val="7B7B7B"/>
        <w:spacing w:val="2"/>
        <w:sz w:val="14"/>
        <w:szCs w:val="14"/>
      </w:rPr>
      <w:t xml:space="preserve"> 97-400 Bełchatów</w:t>
    </w:r>
    <w:r>
      <w:rPr>
        <w:color w:val="7B7B7B"/>
        <w:spacing w:val="2"/>
        <w:sz w:val="14"/>
        <w:szCs w:val="14"/>
      </w:rPr>
      <w:br/>
      <w:t>ul. Węglowa 5, woj. Łódzkie,</w:t>
    </w:r>
    <w:r w:rsidRPr="00B4043A">
      <w:rPr>
        <w:color w:val="7B7B7B"/>
        <w:spacing w:val="2"/>
        <w:sz w:val="14"/>
        <w:szCs w:val="14"/>
      </w:rPr>
      <w:t xml:space="preserve"> NIP: </w:t>
    </w:r>
    <w:r>
      <w:rPr>
        <w:color w:val="7B7B7B"/>
        <w:spacing w:val="2"/>
        <w:sz w:val="14"/>
        <w:szCs w:val="14"/>
      </w:rPr>
      <w:t>769-050-24-95 REGON: 000560207,</w:t>
    </w:r>
    <w:r w:rsidRPr="00B4043A">
      <w:rPr>
        <w:color w:val="7B7B7B"/>
        <w:spacing w:val="2"/>
        <w:sz w:val="14"/>
        <w:szCs w:val="14"/>
      </w:rPr>
      <w:t xml:space="preserve"> wpisana do Krajowego Rejestru Sądowego prowadzonego przez Sąd Rejonowy dla Łodzi-Śródmieścia, XX Wydział Gospodarczy w Łodzi KRS: 0000032334</w:t>
    </w:r>
    <w:r>
      <w:rPr>
        <w:color w:val="7B7B7B"/>
        <w:spacing w:val="2"/>
        <w:sz w:val="14"/>
        <w:szCs w:val="14"/>
      </w:rPr>
      <w:br/>
    </w:r>
    <w:r w:rsidRPr="00B4043A">
      <w:rPr>
        <w:color w:val="7B7B7B"/>
        <w:spacing w:val="2"/>
        <w:sz w:val="14"/>
        <w:szCs w:val="14"/>
      </w:rPr>
      <w:t>kapitał zakładowy</w:t>
    </w:r>
    <w:r w:rsidRPr="0029420E">
      <w:rPr>
        <w:color w:val="7B7B7B"/>
        <w:spacing w:val="2"/>
        <w:sz w:val="14"/>
        <w:szCs w:val="14"/>
      </w:rPr>
      <w:t>6.450.307.050,00</w:t>
    </w:r>
    <w:r>
      <w:rPr>
        <w:color w:val="7B7B7B"/>
        <w:spacing w:val="2"/>
        <w:sz w:val="14"/>
        <w:szCs w:val="14"/>
      </w:rPr>
      <w:t xml:space="preserve"> -</w:t>
    </w:r>
    <w:r w:rsidRPr="0029420E">
      <w:rPr>
        <w:color w:val="7B7B7B"/>
        <w:spacing w:val="2"/>
        <w:sz w:val="14"/>
        <w:szCs w:val="14"/>
      </w:rPr>
      <w:t xml:space="preserve"> kapitał w całości wpłacony, www.pgegiek.pl</w:t>
    </w:r>
  </w:p>
  <w:p w14:paraId="1E87F541" w14:textId="77777777" w:rsidR="00761710" w:rsidRPr="00251DD8" w:rsidRDefault="00761710" w:rsidP="000E07E4">
    <w:pPr>
      <w:pStyle w:val="Stopka"/>
      <w:tabs>
        <w:tab w:val="clear" w:pos="4536"/>
        <w:tab w:val="clear" w:pos="9072"/>
      </w:tabs>
      <w:spacing w:line="240" w:lineRule="auto"/>
      <w:ind w:right="1331"/>
      <w:jc w:val="both"/>
      <w:rPr>
        <w:b/>
        <w:color w:val="7B7B7B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5D1A6" w14:textId="77777777" w:rsidR="00761710" w:rsidRDefault="00761710" w:rsidP="00590476">
    <w:pPr>
      <w:pStyle w:val="Stopka"/>
      <w:spacing w:line="240" w:lineRule="auto"/>
      <w:ind w:right="1331"/>
      <w:jc w:val="both"/>
      <w:rPr>
        <w:color w:val="7B7B7B"/>
        <w:spacing w:val="2"/>
        <w:sz w:val="14"/>
        <w:szCs w:val="14"/>
      </w:rPr>
    </w:pPr>
    <w:r>
      <w:rPr>
        <w:noProof/>
        <w:spacing w:val="2"/>
        <w:szCs w:val="22"/>
      </w:rPr>
      <mc:AlternateContent>
        <mc:Choice Requires="wps">
          <w:drawing>
            <wp:anchor distT="4294967293" distB="4294967293" distL="114300" distR="114300" simplePos="0" relativeHeight="251674624" behindDoc="0" locked="0" layoutInCell="1" allowOverlap="1" wp14:anchorId="3E16954E" wp14:editId="036A9AD8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2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8F052E" id="Łącznik prostoliniowy 2" o:spid="_x0000_s1026" style="position:absolute;z-index:25167462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" strokecolor="#1f497d [3215]">
              <o:lock v:ext="edit" shapetype="f"/>
            </v:line>
          </w:pict>
        </mc:Fallback>
      </mc:AlternateContent>
    </w:r>
    <w:r w:rsidRPr="00B4043A">
      <w:rPr>
        <w:b/>
        <w:color w:val="7B7B7B"/>
        <w:spacing w:val="2"/>
        <w:sz w:val="14"/>
        <w:szCs w:val="14"/>
      </w:rPr>
      <w:t>PGE Górnictwo i Energetyka Konwencjonalna Spółka A</w:t>
    </w:r>
    <w:r>
      <w:rPr>
        <w:b/>
        <w:color w:val="7B7B7B"/>
        <w:spacing w:val="2"/>
        <w:sz w:val="14"/>
        <w:szCs w:val="14"/>
      </w:rPr>
      <w:t>kcyjna z siedzibą w Bełchatowie</w:t>
    </w:r>
    <w:r>
      <w:rPr>
        <w:color w:val="7B7B7B"/>
        <w:spacing w:val="2"/>
        <w:sz w:val="14"/>
        <w:szCs w:val="14"/>
      </w:rPr>
      <w:t>,</w:t>
    </w:r>
    <w:r w:rsidRPr="00B4043A">
      <w:rPr>
        <w:color w:val="7B7B7B"/>
        <w:spacing w:val="2"/>
        <w:sz w:val="14"/>
        <w:szCs w:val="14"/>
      </w:rPr>
      <w:t xml:space="preserve"> 97-400 Bełchatów</w:t>
    </w:r>
    <w:r>
      <w:rPr>
        <w:color w:val="7B7B7B"/>
        <w:spacing w:val="2"/>
        <w:sz w:val="14"/>
        <w:szCs w:val="14"/>
      </w:rPr>
      <w:br/>
    </w:r>
    <w:r w:rsidRPr="00B4043A">
      <w:rPr>
        <w:color w:val="7B7B7B"/>
        <w:spacing w:val="2"/>
        <w:sz w:val="14"/>
        <w:szCs w:val="14"/>
      </w:rPr>
      <w:t xml:space="preserve">ul. </w:t>
    </w:r>
    <w:r>
      <w:rPr>
        <w:color w:val="7B7B7B"/>
        <w:spacing w:val="2"/>
        <w:sz w:val="14"/>
        <w:szCs w:val="14"/>
      </w:rPr>
      <w:t>Węglowa 5, woj. Łódzkie,</w:t>
    </w:r>
    <w:r w:rsidRPr="00B4043A">
      <w:rPr>
        <w:color w:val="7B7B7B"/>
        <w:spacing w:val="2"/>
        <w:sz w:val="14"/>
        <w:szCs w:val="14"/>
      </w:rPr>
      <w:t xml:space="preserve"> NIP: </w:t>
    </w:r>
    <w:r>
      <w:rPr>
        <w:color w:val="7B7B7B"/>
        <w:spacing w:val="2"/>
        <w:sz w:val="14"/>
        <w:szCs w:val="14"/>
      </w:rPr>
      <w:t>769-050-24-95 REGON: 000560207,</w:t>
    </w:r>
    <w:r w:rsidRPr="00B4043A">
      <w:rPr>
        <w:color w:val="7B7B7B"/>
        <w:spacing w:val="2"/>
        <w:sz w:val="14"/>
        <w:szCs w:val="14"/>
      </w:rPr>
      <w:t xml:space="preserve"> wpisana do Krajowego Rejestru Sądowego prowadzonego przez Sąd Rejonowy dla Łodzi-Śródmieścia, XX Wydział Gospodarczy w Łodzi KRS: 0000032334</w:t>
    </w:r>
  </w:p>
  <w:p w14:paraId="66E89D2D" w14:textId="77777777" w:rsidR="00761710" w:rsidRPr="00590476" w:rsidRDefault="00761710" w:rsidP="00590476">
    <w:pPr>
      <w:pStyle w:val="Stopka"/>
      <w:spacing w:line="240" w:lineRule="auto"/>
      <w:ind w:right="1331"/>
      <w:jc w:val="both"/>
      <w:rPr>
        <w:color w:val="7B7B7B"/>
        <w:spacing w:val="2"/>
        <w:sz w:val="14"/>
        <w:szCs w:val="14"/>
      </w:rPr>
    </w:pPr>
    <w:r w:rsidRPr="006B1B34">
      <w:rPr>
        <w:color w:val="7B7B7B"/>
        <w:spacing w:val="2"/>
        <w:sz w:val="14"/>
        <w:szCs w:val="14"/>
      </w:rPr>
      <w:t>Kapitał zakładowy:</w:t>
    </w:r>
    <w:r w:rsidRPr="006B1B34">
      <w:rPr>
        <w:rFonts w:asciiTheme="minorHAnsi" w:eastAsia="MS Mincho" w:hAnsiTheme="minorHAnsi" w:cs="Tahoma"/>
        <w:color w:val="808080" w:themeColor="background1" w:themeShade="80"/>
        <w:sz w:val="14"/>
        <w:szCs w:val="14"/>
      </w:rPr>
      <w:t xml:space="preserve"> </w:t>
    </w:r>
    <w:r w:rsidRPr="006B1B34">
      <w:rPr>
        <w:color w:val="7B7B7B"/>
        <w:spacing w:val="2"/>
        <w:sz w:val="14"/>
        <w:szCs w:val="14"/>
      </w:rPr>
      <w:t xml:space="preserve">6.450.307.050,00    </w:t>
    </w:r>
    <w:proofErr w:type="gramStart"/>
    <w:r w:rsidRPr="006B1B34">
      <w:rPr>
        <w:color w:val="7B7B7B"/>
        <w:spacing w:val="2"/>
        <w:sz w:val="14"/>
        <w:szCs w:val="14"/>
      </w:rPr>
      <w:t>zł</w:t>
    </w:r>
    <w:r w:rsidRPr="004C1A8B">
      <w:rPr>
        <w:color w:val="7B7B7B"/>
        <w:spacing w:val="2"/>
        <w:sz w:val="14"/>
        <w:szCs w:val="14"/>
      </w:rPr>
      <w:t xml:space="preserve"> </w:t>
    </w:r>
    <w:r w:rsidRPr="0091641D">
      <w:rPr>
        <w:color w:val="7B7B7B"/>
        <w:spacing w:val="2"/>
        <w:sz w:val="14"/>
        <w:szCs w:val="14"/>
      </w:rPr>
      <w:t xml:space="preserve"> –</w:t>
    </w:r>
    <w:proofErr w:type="gramEnd"/>
    <w:r w:rsidRPr="0091641D">
      <w:rPr>
        <w:color w:val="7B7B7B"/>
        <w:spacing w:val="2"/>
        <w:sz w:val="14"/>
        <w:szCs w:val="14"/>
      </w:rPr>
      <w:t xml:space="preserve"> kapitał w całości wpłacony, www.pgegiek.pl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91692" w14:textId="77777777" w:rsidR="00764199" w:rsidRDefault="00764199" w:rsidP="001C34EF">
      <w:r>
        <w:separator/>
      </w:r>
    </w:p>
  </w:footnote>
  <w:footnote w:type="continuationSeparator" w:id="0">
    <w:p w14:paraId="422BBDA9" w14:textId="77777777" w:rsidR="00764199" w:rsidRDefault="00764199" w:rsidP="001C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53A9A" w14:textId="77777777" w:rsidR="00761710" w:rsidRPr="00594561" w:rsidRDefault="00761710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  <w:r>
      <w:rPr>
        <w:noProof/>
        <w:color w:val="707173"/>
        <w:sz w:val="14"/>
        <w:szCs w:val="14"/>
      </w:rPr>
      <w:drawing>
        <wp:anchor distT="0" distB="0" distL="114300" distR="114300" simplePos="0" relativeHeight="251660288" behindDoc="1" locked="0" layoutInCell="1" allowOverlap="1" wp14:anchorId="6426BC5A" wp14:editId="3D14C2D4">
          <wp:simplePos x="0" y="0"/>
          <wp:positionH relativeFrom="page">
            <wp:posOffset>19050</wp:posOffset>
          </wp:positionH>
          <wp:positionV relativeFrom="page">
            <wp:align>top</wp:align>
          </wp:positionV>
          <wp:extent cx="7543800" cy="1885950"/>
          <wp:effectExtent l="1905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88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186A7" w14:textId="77777777" w:rsidR="00761710" w:rsidRDefault="00761710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  <w:r>
      <w:rPr>
        <w:b/>
        <w:noProof/>
        <w:color w:val="707173"/>
        <w:sz w:val="18"/>
        <w:szCs w:val="18"/>
      </w:rPr>
      <w:drawing>
        <wp:anchor distT="0" distB="0" distL="114300" distR="114300" simplePos="0" relativeHeight="251678720" behindDoc="1" locked="0" layoutInCell="1" allowOverlap="1" wp14:anchorId="03A793E6" wp14:editId="4EE18E22">
          <wp:simplePos x="0" y="0"/>
          <wp:positionH relativeFrom="page">
            <wp:posOffset>-23854</wp:posOffset>
          </wp:positionH>
          <wp:positionV relativeFrom="page">
            <wp:posOffset>7951</wp:posOffset>
          </wp:positionV>
          <wp:extent cx="7553739" cy="194807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949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sdt>
      <w:sdtPr>
        <w:rPr>
          <w:b/>
          <w:color w:val="707173"/>
          <w:sz w:val="18"/>
          <w:szCs w:val="18"/>
        </w:rPr>
        <w:id w:val="7038801"/>
        <w:docPartObj>
          <w:docPartGallery w:val="Page Numbers (Margins)"/>
          <w:docPartUnique/>
        </w:docPartObj>
      </w:sdtPr>
      <w:sdtContent/>
    </w:sdt>
  </w:p>
  <w:p w14:paraId="4BD7AFB3" w14:textId="77777777" w:rsidR="00761710" w:rsidRDefault="00761710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</w:p>
  <w:p w14:paraId="2C7C49C2" w14:textId="77777777" w:rsidR="00761710" w:rsidRDefault="00761710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</w:p>
  <w:p w14:paraId="37266840" w14:textId="77777777" w:rsidR="00761710" w:rsidRDefault="00761710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</w:p>
  <w:p w14:paraId="577A31BF" w14:textId="77777777" w:rsidR="00761710" w:rsidRDefault="007617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302E8"/>
    <w:multiLevelType w:val="multilevel"/>
    <w:tmpl w:val="B2DE5F40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68" w:hanging="1440"/>
      </w:pPr>
      <w:rPr>
        <w:rFonts w:hint="default"/>
      </w:rPr>
    </w:lvl>
  </w:abstractNum>
  <w:abstractNum w:abstractNumId="1" w15:restartNumberingAfterBreak="0">
    <w:nsid w:val="0CEB4359"/>
    <w:multiLevelType w:val="multilevel"/>
    <w:tmpl w:val="FAEE0E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4.3.5."/>
      <w:lvlJc w:val="left"/>
      <w:pPr>
        <w:ind w:left="1224" w:hanging="504"/>
      </w:pPr>
      <w:rPr>
        <w:rFonts w:hint="default"/>
        <w:vertAlign w:val="baseline"/>
      </w:rPr>
    </w:lvl>
    <w:lvl w:ilvl="3">
      <w:start w:val="1"/>
      <w:numFmt w:val="none"/>
      <w:lvlText w:val="4.3.5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5424AF4"/>
    <w:multiLevelType w:val="hybridMultilevel"/>
    <w:tmpl w:val="7D52318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5125503"/>
    <w:multiLevelType w:val="multilevel"/>
    <w:tmpl w:val="020ABBB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4B668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68F3A4D"/>
    <w:multiLevelType w:val="multilevel"/>
    <w:tmpl w:val="7F1CF2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4.3.4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B9F108F"/>
    <w:multiLevelType w:val="multilevel"/>
    <w:tmpl w:val="766223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7" w15:restartNumberingAfterBreak="0">
    <w:nsid w:val="3C0C52E7"/>
    <w:multiLevelType w:val="hybridMultilevel"/>
    <w:tmpl w:val="3B8827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C7E92"/>
    <w:multiLevelType w:val="multilevel"/>
    <w:tmpl w:val="E654D2F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1113141"/>
    <w:multiLevelType w:val="hybridMultilevel"/>
    <w:tmpl w:val="90B29F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9902CE"/>
    <w:multiLevelType w:val="multilevel"/>
    <w:tmpl w:val="698CAAF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65175A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3B77D90"/>
    <w:multiLevelType w:val="multilevel"/>
    <w:tmpl w:val="A092A44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7D3F37BC"/>
    <w:multiLevelType w:val="multilevel"/>
    <w:tmpl w:val="CA20B3D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3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37679639">
    <w:abstractNumId w:val="7"/>
  </w:num>
  <w:num w:numId="2" w16cid:durableId="743838579">
    <w:abstractNumId w:val="0"/>
  </w:num>
  <w:num w:numId="3" w16cid:durableId="23672780">
    <w:abstractNumId w:val="13"/>
  </w:num>
  <w:num w:numId="4" w16cid:durableId="8680639">
    <w:abstractNumId w:val="3"/>
  </w:num>
  <w:num w:numId="5" w16cid:durableId="1241138274">
    <w:abstractNumId w:val="12"/>
  </w:num>
  <w:num w:numId="6" w16cid:durableId="1616987905">
    <w:abstractNumId w:val="10"/>
  </w:num>
  <w:num w:numId="7" w16cid:durableId="1530870646">
    <w:abstractNumId w:val="11"/>
  </w:num>
  <w:num w:numId="8" w16cid:durableId="358623192">
    <w:abstractNumId w:val="9"/>
  </w:num>
  <w:num w:numId="9" w16cid:durableId="1270045751">
    <w:abstractNumId w:val="8"/>
  </w:num>
  <w:num w:numId="10" w16cid:durableId="1222791356">
    <w:abstractNumId w:val="6"/>
  </w:num>
  <w:num w:numId="11" w16cid:durableId="991298622">
    <w:abstractNumId w:val="2"/>
  </w:num>
  <w:num w:numId="12" w16cid:durableId="1038090306">
    <w:abstractNumId w:val="4"/>
  </w:num>
  <w:num w:numId="13" w16cid:durableId="735708265">
    <w:abstractNumId w:val="5"/>
  </w:num>
  <w:num w:numId="14" w16cid:durableId="11411930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480"/>
    <w:rsid w:val="00004580"/>
    <w:rsid w:val="000306ED"/>
    <w:rsid w:val="000415BA"/>
    <w:rsid w:val="00061C2D"/>
    <w:rsid w:val="0008105C"/>
    <w:rsid w:val="00090C9A"/>
    <w:rsid w:val="000916B2"/>
    <w:rsid w:val="0009243C"/>
    <w:rsid w:val="00095E94"/>
    <w:rsid w:val="000B0363"/>
    <w:rsid w:val="000B0A47"/>
    <w:rsid w:val="000B5B1D"/>
    <w:rsid w:val="000B7043"/>
    <w:rsid w:val="000C6B5F"/>
    <w:rsid w:val="000D7921"/>
    <w:rsid w:val="000E07E4"/>
    <w:rsid w:val="00112969"/>
    <w:rsid w:val="00117E3F"/>
    <w:rsid w:val="001205E0"/>
    <w:rsid w:val="0012531E"/>
    <w:rsid w:val="00132E3F"/>
    <w:rsid w:val="001373E9"/>
    <w:rsid w:val="00145D0B"/>
    <w:rsid w:val="00146474"/>
    <w:rsid w:val="00147D1E"/>
    <w:rsid w:val="001635DA"/>
    <w:rsid w:val="00165190"/>
    <w:rsid w:val="001735F7"/>
    <w:rsid w:val="001808D4"/>
    <w:rsid w:val="00181C51"/>
    <w:rsid w:val="00192A3A"/>
    <w:rsid w:val="001A4F89"/>
    <w:rsid w:val="001A6F7E"/>
    <w:rsid w:val="001B03A0"/>
    <w:rsid w:val="001B145B"/>
    <w:rsid w:val="001B6D6D"/>
    <w:rsid w:val="001C34EF"/>
    <w:rsid w:val="001D0ED9"/>
    <w:rsid w:val="001D47CD"/>
    <w:rsid w:val="001D4975"/>
    <w:rsid w:val="001E701F"/>
    <w:rsid w:val="001F4E0A"/>
    <w:rsid w:val="00201969"/>
    <w:rsid w:val="002044EE"/>
    <w:rsid w:val="00207EFF"/>
    <w:rsid w:val="0021661E"/>
    <w:rsid w:val="00216BEF"/>
    <w:rsid w:val="00231666"/>
    <w:rsid w:val="00233F81"/>
    <w:rsid w:val="00236D03"/>
    <w:rsid w:val="00251DD8"/>
    <w:rsid w:val="0026084F"/>
    <w:rsid w:val="0026143A"/>
    <w:rsid w:val="00271ADC"/>
    <w:rsid w:val="002740FA"/>
    <w:rsid w:val="00277219"/>
    <w:rsid w:val="00284C91"/>
    <w:rsid w:val="00291A3F"/>
    <w:rsid w:val="002929F3"/>
    <w:rsid w:val="0029420E"/>
    <w:rsid w:val="002A6076"/>
    <w:rsid w:val="002C4F88"/>
    <w:rsid w:val="002C7FA7"/>
    <w:rsid w:val="002D4E13"/>
    <w:rsid w:val="002D6F36"/>
    <w:rsid w:val="002D79E6"/>
    <w:rsid w:val="002E1442"/>
    <w:rsid w:val="002E14F7"/>
    <w:rsid w:val="002E5851"/>
    <w:rsid w:val="002F1341"/>
    <w:rsid w:val="002F2676"/>
    <w:rsid w:val="002F328B"/>
    <w:rsid w:val="002F3BDD"/>
    <w:rsid w:val="00310207"/>
    <w:rsid w:val="00321A9F"/>
    <w:rsid w:val="00326E12"/>
    <w:rsid w:val="00343CAF"/>
    <w:rsid w:val="00346B5F"/>
    <w:rsid w:val="00377856"/>
    <w:rsid w:val="003B492A"/>
    <w:rsid w:val="003B5457"/>
    <w:rsid w:val="003B6397"/>
    <w:rsid w:val="003D24C7"/>
    <w:rsid w:val="003D626C"/>
    <w:rsid w:val="003E3A1A"/>
    <w:rsid w:val="003F1A82"/>
    <w:rsid w:val="003F3166"/>
    <w:rsid w:val="003F55CA"/>
    <w:rsid w:val="00403D8D"/>
    <w:rsid w:val="004060DA"/>
    <w:rsid w:val="0041492A"/>
    <w:rsid w:val="00421A07"/>
    <w:rsid w:val="004257FC"/>
    <w:rsid w:val="00427DC2"/>
    <w:rsid w:val="00435C67"/>
    <w:rsid w:val="00453B23"/>
    <w:rsid w:val="00465137"/>
    <w:rsid w:val="00465185"/>
    <w:rsid w:val="00470044"/>
    <w:rsid w:val="0047005D"/>
    <w:rsid w:val="004716FE"/>
    <w:rsid w:val="004810E2"/>
    <w:rsid w:val="004940C0"/>
    <w:rsid w:val="004A39D7"/>
    <w:rsid w:val="004A7633"/>
    <w:rsid w:val="004B4955"/>
    <w:rsid w:val="004B4F5E"/>
    <w:rsid w:val="004C1A8B"/>
    <w:rsid w:val="004C4BB8"/>
    <w:rsid w:val="004C782D"/>
    <w:rsid w:val="004E067E"/>
    <w:rsid w:val="004E2DA0"/>
    <w:rsid w:val="004E76B7"/>
    <w:rsid w:val="004F09FA"/>
    <w:rsid w:val="004F358F"/>
    <w:rsid w:val="004F536E"/>
    <w:rsid w:val="0050049E"/>
    <w:rsid w:val="0050101B"/>
    <w:rsid w:val="00507999"/>
    <w:rsid w:val="00511CAB"/>
    <w:rsid w:val="00515967"/>
    <w:rsid w:val="005173FD"/>
    <w:rsid w:val="0052413C"/>
    <w:rsid w:val="00545E70"/>
    <w:rsid w:val="00546318"/>
    <w:rsid w:val="00550EFA"/>
    <w:rsid w:val="00552EFF"/>
    <w:rsid w:val="005543CA"/>
    <w:rsid w:val="0055565F"/>
    <w:rsid w:val="00583A49"/>
    <w:rsid w:val="005846B5"/>
    <w:rsid w:val="00586E48"/>
    <w:rsid w:val="00590476"/>
    <w:rsid w:val="00594561"/>
    <w:rsid w:val="005973E8"/>
    <w:rsid w:val="005B0AD0"/>
    <w:rsid w:val="005B261F"/>
    <w:rsid w:val="005D0EC5"/>
    <w:rsid w:val="005E1595"/>
    <w:rsid w:val="005E3CE9"/>
    <w:rsid w:val="005E4A33"/>
    <w:rsid w:val="005F1D81"/>
    <w:rsid w:val="005F4726"/>
    <w:rsid w:val="0060507C"/>
    <w:rsid w:val="00607440"/>
    <w:rsid w:val="00607C16"/>
    <w:rsid w:val="006115B1"/>
    <w:rsid w:val="00612682"/>
    <w:rsid w:val="006162D5"/>
    <w:rsid w:val="006240AE"/>
    <w:rsid w:val="006328E8"/>
    <w:rsid w:val="00660ACF"/>
    <w:rsid w:val="006637DE"/>
    <w:rsid w:val="00664167"/>
    <w:rsid w:val="006666C4"/>
    <w:rsid w:val="00667987"/>
    <w:rsid w:val="0068172F"/>
    <w:rsid w:val="00694024"/>
    <w:rsid w:val="006B1B34"/>
    <w:rsid w:val="006B564D"/>
    <w:rsid w:val="006B64A8"/>
    <w:rsid w:val="006C2BCE"/>
    <w:rsid w:val="006E524D"/>
    <w:rsid w:val="006F0429"/>
    <w:rsid w:val="006F387F"/>
    <w:rsid w:val="006F449C"/>
    <w:rsid w:val="006F713F"/>
    <w:rsid w:val="0070100B"/>
    <w:rsid w:val="00703895"/>
    <w:rsid w:val="0070692C"/>
    <w:rsid w:val="007108E7"/>
    <w:rsid w:val="00732FA9"/>
    <w:rsid w:val="00741077"/>
    <w:rsid w:val="00744772"/>
    <w:rsid w:val="007463F0"/>
    <w:rsid w:val="007463F8"/>
    <w:rsid w:val="0075070B"/>
    <w:rsid w:val="007509F7"/>
    <w:rsid w:val="0076006A"/>
    <w:rsid w:val="00761710"/>
    <w:rsid w:val="007627C9"/>
    <w:rsid w:val="00764199"/>
    <w:rsid w:val="00765130"/>
    <w:rsid w:val="0076629E"/>
    <w:rsid w:val="0077281E"/>
    <w:rsid w:val="00774990"/>
    <w:rsid w:val="00780448"/>
    <w:rsid w:val="00780ACE"/>
    <w:rsid w:val="00793D35"/>
    <w:rsid w:val="00794A86"/>
    <w:rsid w:val="007B1419"/>
    <w:rsid w:val="007B7A26"/>
    <w:rsid w:val="007C1EA3"/>
    <w:rsid w:val="007C75F3"/>
    <w:rsid w:val="007D07C8"/>
    <w:rsid w:val="007D0A63"/>
    <w:rsid w:val="007D0F0F"/>
    <w:rsid w:val="007D5A89"/>
    <w:rsid w:val="007E1162"/>
    <w:rsid w:val="007E65CD"/>
    <w:rsid w:val="007F6017"/>
    <w:rsid w:val="00801D01"/>
    <w:rsid w:val="0080211A"/>
    <w:rsid w:val="00813289"/>
    <w:rsid w:val="008167A7"/>
    <w:rsid w:val="008279D1"/>
    <w:rsid w:val="00832814"/>
    <w:rsid w:val="00834C1C"/>
    <w:rsid w:val="00846D31"/>
    <w:rsid w:val="008543B2"/>
    <w:rsid w:val="008627A7"/>
    <w:rsid w:val="00865629"/>
    <w:rsid w:val="008A2AE4"/>
    <w:rsid w:val="008B4684"/>
    <w:rsid w:val="008B6F25"/>
    <w:rsid w:val="008C0569"/>
    <w:rsid w:val="008C3D7C"/>
    <w:rsid w:val="008C4B2F"/>
    <w:rsid w:val="008D3486"/>
    <w:rsid w:val="008D3512"/>
    <w:rsid w:val="008D475A"/>
    <w:rsid w:val="008D66C6"/>
    <w:rsid w:val="009038E1"/>
    <w:rsid w:val="009067E9"/>
    <w:rsid w:val="00907BDC"/>
    <w:rsid w:val="0091632D"/>
    <w:rsid w:val="0091641D"/>
    <w:rsid w:val="00916E99"/>
    <w:rsid w:val="0092403A"/>
    <w:rsid w:val="009315AF"/>
    <w:rsid w:val="00936FAC"/>
    <w:rsid w:val="00940340"/>
    <w:rsid w:val="009419ED"/>
    <w:rsid w:val="009438B8"/>
    <w:rsid w:val="009520E5"/>
    <w:rsid w:val="00953820"/>
    <w:rsid w:val="0095451F"/>
    <w:rsid w:val="009602C3"/>
    <w:rsid w:val="00960E68"/>
    <w:rsid w:val="009765C7"/>
    <w:rsid w:val="009773C6"/>
    <w:rsid w:val="00987592"/>
    <w:rsid w:val="009952CC"/>
    <w:rsid w:val="009B68FE"/>
    <w:rsid w:val="009D57F1"/>
    <w:rsid w:val="009E0001"/>
    <w:rsid w:val="009E2109"/>
    <w:rsid w:val="009E7C8B"/>
    <w:rsid w:val="009F3292"/>
    <w:rsid w:val="009F4E6E"/>
    <w:rsid w:val="00A01A14"/>
    <w:rsid w:val="00A1057A"/>
    <w:rsid w:val="00A12EE7"/>
    <w:rsid w:val="00A214CE"/>
    <w:rsid w:val="00A27608"/>
    <w:rsid w:val="00A318BA"/>
    <w:rsid w:val="00A33C62"/>
    <w:rsid w:val="00A367BB"/>
    <w:rsid w:val="00A42976"/>
    <w:rsid w:val="00A46605"/>
    <w:rsid w:val="00A50975"/>
    <w:rsid w:val="00A545F7"/>
    <w:rsid w:val="00A57F64"/>
    <w:rsid w:val="00A64968"/>
    <w:rsid w:val="00A65E90"/>
    <w:rsid w:val="00A773B9"/>
    <w:rsid w:val="00A92017"/>
    <w:rsid w:val="00AA615F"/>
    <w:rsid w:val="00AC0C78"/>
    <w:rsid w:val="00AD2328"/>
    <w:rsid w:val="00AD3090"/>
    <w:rsid w:val="00AD49D5"/>
    <w:rsid w:val="00AF2D04"/>
    <w:rsid w:val="00AF3B6E"/>
    <w:rsid w:val="00B14711"/>
    <w:rsid w:val="00B14FF1"/>
    <w:rsid w:val="00B22910"/>
    <w:rsid w:val="00B2749A"/>
    <w:rsid w:val="00B3679A"/>
    <w:rsid w:val="00B44F8B"/>
    <w:rsid w:val="00B46723"/>
    <w:rsid w:val="00B47669"/>
    <w:rsid w:val="00B5201C"/>
    <w:rsid w:val="00B729FF"/>
    <w:rsid w:val="00B77D1D"/>
    <w:rsid w:val="00B802AB"/>
    <w:rsid w:val="00B84343"/>
    <w:rsid w:val="00B84DF1"/>
    <w:rsid w:val="00B87A82"/>
    <w:rsid w:val="00BA0276"/>
    <w:rsid w:val="00BA0EFD"/>
    <w:rsid w:val="00BA411D"/>
    <w:rsid w:val="00BB0F7D"/>
    <w:rsid w:val="00BB3324"/>
    <w:rsid w:val="00BB70B8"/>
    <w:rsid w:val="00BC7480"/>
    <w:rsid w:val="00BE2796"/>
    <w:rsid w:val="00C1255D"/>
    <w:rsid w:val="00C13699"/>
    <w:rsid w:val="00C15CC0"/>
    <w:rsid w:val="00C2242E"/>
    <w:rsid w:val="00C26F07"/>
    <w:rsid w:val="00C26FF8"/>
    <w:rsid w:val="00C27A24"/>
    <w:rsid w:val="00C409EF"/>
    <w:rsid w:val="00C425D5"/>
    <w:rsid w:val="00C52D07"/>
    <w:rsid w:val="00C54B2C"/>
    <w:rsid w:val="00C62381"/>
    <w:rsid w:val="00C7766E"/>
    <w:rsid w:val="00C84540"/>
    <w:rsid w:val="00C932F1"/>
    <w:rsid w:val="00C9448B"/>
    <w:rsid w:val="00C94ECD"/>
    <w:rsid w:val="00CA490B"/>
    <w:rsid w:val="00CB06D0"/>
    <w:rsid w:val="00CB3A01"/>
    <w:rsid w:val="00CD6CFF"/>
    <w:rsid w:val="00CE42B3"/>
    <w:rsid w:val="00CE6355"/>
    <w:rsid w:val="00CE7124"/>
    <w:rsid w:val="00CF315A"/>
    <w:rsid w:val="00D10066"/>
    <w:rsid w:val="00D20413"/>
    <w:rsid w:val="00D42535"/>
    <w:rsid w:val="00D637E5"/>
    <w:rsid w:val="00D65113"/>
    <w:rsid w:val="00D66360"/>
    <w:rsid w:val="00D7079A"/>
    <w:rsid w:val="00D746B0"/>
    <w:rsid w:val="00D7544D"/>
    <w:rsid w:val="00D92318"/>
    <w:rsid w:val="00D95676"/>
    <w:rsid w:val="00DB5AA1"/>
    <w:rsid w:val="00DC154E"/>
    <w:rsid w:val="00DE4D4C"/>
    <w:rsid w:val="00E003EE"/>
    <w:rsid w:val="00E00FD8"/>
    <w:rsid w:val="00E03D30"/>
    <w:rsid w:val="00E07546"/>
    <w:rsid w:val="00E10CDC"/>
    <w:rsid w:val="00E11C06"/>
    <w:rsid w:val="00E20712"/>
    <w:rsid w:val="00E30F07"/>
    <w:rsid w:val="00E370B5"/>
    <w:rsid w:val="00E46560"/>
    <w:rsid w:val="00E521B9"/>
    <w:rsid w:val="00E5454A"/>
    <w:rsid w:val="00E7122E"/>
    <w:rsid w:val="00E76AA3"/>
    <w:rsid w:val="00E76F2A"/>
    <w:rsid w:val="00E80E8C"/>
    <w:rsid w:val="00E82CB6"/>
    <w:rsid w:val="00E82F04"/>
    <w:rsid w:val="00E84A09"/>
    <w:rsid w:val="00E85ECD"/>
    <w:rsid w:val="00E86BD6"/>
    <w:rsid w:val="00E92BB4"/>
    <w:rsid w:val="00E93C1C"/>
    <w:rsid w:val="00E940C0"/>
    <w:rsid w:val="00E958C9"/>
    <w:rsid w:val="00E96C9F"/>
    <w:rsid w:val="00EA3442"/>
    <w:rsid w:val="00EB23C1"/>
    <w:rsid w:val="00EB2623"/>
    <w:rsid w:val="00EC1921"/>
    <w:rsid w:val="00ED0763"/>
    <w:rsid w:val="00ED3256"/>
    <w:rsid w:val="00EE072F"/>
    <w:rsid w:val="00EE3C29"/>
    <w:rsid w:val="00EF1024"/>
    <w:rsid w:val="00F06FCF"/>
    <w:rsid w:val="00F07850"/>
    <w:rsid w:val="00F21DDC"/>
    <w:rsid w:val="00F24A9A"/>
    <w:rsid w:val="00F26883"/>
    <w:rsid w:val="00F35E53"/>
    <w:rsid w:val="00F43DB5"/>
    <w:rsid w:val="00F45237"/>
    <w:rsid w:val="00F477BB"/>
    <w:rsid w:val="00F52BA0"/>
    <w:rsid w:val="00F56822"/>
    <w:rsid w:val="00F667DC"/>
    <w:rsid w:val="00F70497"/>
    <w:rsid w:val="00F7191E"/>
    <w:rsid w:val="00F7679C"/>
    <w:rsid w:val="00F777BA"/>
    <w:rsid w:val="00F8202C"/>
    <w:rsid w:val="00F86DFB"/>
    <w:rsid w:val="00F86E01"/>
    <w:rsid w:val="00F93ED1"/>
    <w:rsid w:val="00F94CD2"/>
    <w:rsid w:val="00FA3BF8"/>
    <w:rsid w:val="00FA6978"/>
    <w:rsid w:val="00FB5DCB"/>
    <w:rsid w:val="00FC250D"/>
    <w:rsid w:val="00FC4734"/>
    <w:rsid w:val="00FC65D1"/>
    <w:rsid w:val="00FC7764"/>
    <w:rsid w:val="00FD3764"/>
    <w:rsid w:val="00FD71FC"/>
    <w:rsid w:val="00FF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24B04C"/>
  <w15:docId w15:val="{F5DACEB8-2A02-4750-8219-1FAD811DD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PGE_tekst_zwykly"/>
    <w:qFormat/>
    <w:rsid w:val="0080211A"/>
    <w:pPr>
      <w:spacing w:line="300" w:lineRule="auto"/>
    </w:pPr>
    <w:rPr>
      <w:rFonts w:ascii="Calibri" w:eastAsia="Times New Roman" w:hAnsi="Calibri"/>
      <w:color w:val="191919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ytulrozdzial">
    <w:name w:val="styl_tytul_rozdzial"/>
    <w:basedOn w:val="Normalny"/>
    <w:next w:val="Normalny"/>
    <w:autoRedefine/>
    <w:rsid w:val="00CE6355"/>
    <w:pPr>
      <w:widowControl w:val="0"/>
      <w:autoSpaceDE w:val="0"/>
      <w:autoSpaceDN w:val="0"/>
      <w:adjustRightInd w:val="0"/>
      <w:spacing w:line="360" w:lineRule="auto"/>
    </w:pPr>
    <w:rPr>
      <w:b/>
      <w:color w:val="E60007"/>
      <w:sz w:val="36"/>
      <w:szCs w:val="36"/>
      <w:lang w:val="en-US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basedOn w:val="Normalny"/>
    <w:link w:val="NagwekZnak"/>
    <w:uiPriority w:val="99"/>
    <w:unhideWhenUsed/>
    <w:rsid w:val="00CA490B"/>
    <w:pPr>
      <w:tabs>
        <w:tab w:val="center" w:pos="4536"/>
        <w:tab w:val="right" w:pos="9072"/>
      </w:tabs>
    </w:pPr>
  </w:style>
  <w:style w:type="paragraph" w:customStyle="1" w:styleId="PGEdata">
    <w:name w:val="PGE_data"/>
    <w:basedOn w:val="Normalny"/>
    <w:autoRedefine/>
    <w:qFormat/>
    <w:rsid w:val="00BB0F7D"/>
    <w:pPr>
      <w:spacing w:after="40"/>
      <w:jc w:val="both"/>
    </w:pPr>
    <w:rPr>
      <w:szCs w:val="22"/>
    </w:rPr>
  </w:style>
  <w:style w:type="paragraph" w:customStyle="1" w:styleId="PGEadresat">
    <w:name w:val="PGE_adresat"/>
    <w:basedOn w:val="Normalny"/>
    <w:autoRedefine/>
    <w:qFormat/>
    <w:rsid w:val="0080211A"/>
    <w:pPr>
      <w:jc w:val="right"/>
    </w:pPr>
  </w:style>
  <w:style w:type="paragraph" w:customStyle="1" w:styleId="PGEtytukomunikatu">
    <w:name w:val="PGE_tytuł_komunikatu"/>
    <w:basedOn w:val="Normalny"/>
    <w:autoRedefine/>
    <w:qFormat/>
    <w:rsid w:val="0080211A"/>
    <w:pPr>
      <w:spacing w:after="480"/>
    </w:pPr>
    <w:rPr>
      <w:rFonts w:ascii="Calibri Light" w:hAnsi="Calibri Light"/>
      <w:b/>
      <w:i/>
      <w:color w:val="E60007"/>
      <w:sz w:val="36"/>
      <w:szCs w:val="36"/>
      <w:lang w:val="en-US"/>
    </w:rPr>
  </w:style>
  <w:style w:type="paragraph" w:customStyle="1" w:styleId="PGEwroznienie">
    <w:name w:val="PGE_wroznienie"/>
    <w:basedOn w:val="Normalny"/>
    <w:autoRedefine/>
    <w:qFormat/>
    <w:rsid w:val="0080211A"/>
    <w:rPr>
      <w:b/>
      <w:color w:val="002060"/>
      <w:sz w:val="26"/>
      <w:szCs w:val="26"/>
      <w:lang w:val="en-US"/>
    </w:rPr>
  </w:style>
  <w:style w:type="character" w:customStyle="1" w:styleId="NagwekZnak">
    <w:name w:val="Nagłówek Znak"/>
    <w:link w:val="Nagwek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590476"/>
    <w:rPr>
      <w:color w:val="0000FF" w:themeColor="hyperlink"/>
      <w:u w:val="single"/>
    </w:rPr>
  </w:style>
  <w:style w:type="paragraph" w:styleId="Akapitzlist">
    <w:name w:val="List Paragraph"/>
    <w:aliases w:val="Punktowanie,RR PGE Akapit z listą,Akapit z listą;1_literowka,Literowanie,1_literowka,Akapit z listą1"/>
    <w:basedOn w:val="Normalny"/>
    <w:link w:val="AkapitzlistZnak"/>
    <w:uiPriority w:val="34"/>
    <w:qFormat/>
    <w:rsid w:val="006B564D"/>
    <w:pPr>
      <w:spacing w:line="240" w:lineRule="auto"/>
      <w:ind w:left="720"/>
      <w:contextualSpacing/>
      <w:jc w:val="both"/>
    </w:pPr>
    <w:rPr>
      <w:rFonts w:asciiTheme="minorHAnsi" w:eastAsiaTheme="minorEastAsia" w:hAnsiTheme="minorHAnsi" w:cstheme="minorBidi"/>
      <w:color w:val="auto"/>
      <w:szCs w:val="22"/>
    </w:rPr>
  </w:style>
  <w:style w:type="table" w:styleId="Tabela-Siatka">
    <w:name w:val="Table Grid"/>
    <w:basedOn w:val="Standardowy"/>
    <w:uiPriority w:val="39"/>
    <w:rsid w:val="006B564D"/>
    <w:pPr>
      <w:jc w:val="both"/>
    </w:pPr>
    <w:rPr>
      <w:rFonts w:ascii="Times New Roman" w:eastAsia="Times New Roman" w:hAnsi="Times New Roman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unktowanie Znak,RR PGE Akapit z listą Znak,Akapit z listą;1_literowka Znak,Literowanie Znak,1_literowka Znak,Akapit z listą1 Znak"/>
    <w:basedOn w:val="Domylnaczcionkaakapitu"/>
    <w:link w:val="Akapitzlist"/>
    <w:uiPriority w:val="34"/>
    <w:locked/>
    <w:rsid w:val="006B564D"/>
    <w:rPr>
      <w:rFonts w:asciiTheme="minorHAnsi" w:eastAsiaTheme="minorEastAsia" w:hAnsiTheme="minorHAnsi" w:cstheme="minorBidi"/>
      <w:sz w:val="22"/>
      <w:szCs w:val="22"/>
    </w:rPr>
  </w:style>
  <w:style w:type="table" w:customStyle="1" w:styleId="Tabela-Siatka1">
    <w:name w:val="Tabela - Siatka1"/>
    <w:basedOn w:val="Standardowy"/>
    <w:next w:val="Tabela-Siatka"/>
    <w:rsid w:val="00A318BA"/>
    <w:pPr>
      <w:jc w:val="both"/>
    </w:pPr>
    <w:rPr>
      <w:rFonts w:ascii="Times New Roman" w:eastAsia="Times New Roman" w:hAnsi="Times New Roman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1666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49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49D5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49D5"/>
    <w:rPr>
      <w:rFonts w:ascii="Calibri" w:eastAsia="Times New Roman" w:hAnsi="Calibri"/>
      <w:color w:val="191919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49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49D5"/>
    <w:rPr>
      <w:rFonts w:ascii="Calibri" w:eastAsia="Times New Roman" w:hAnsi="Calibri"/>
      <w:b/>
      <w:bCs/>
      <w:color w:val="1919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3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gegiek.pl/Przetargi/Przetargi-zakupow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tryk.Ciemiega@gkpge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!!!Dysk\Papier%20firmowy\PGE_GiEK_SA_papier_firmowy_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2 - Projekt Zamówienia.docx</dmsv2BaseFileName>
    <dmsv2BaseDisplayName xmlns="http://schemas.microsoft.com/sharepoint/v3">Załącznik 2 - Projekt Zamówienia</dmsv2BaseDisplayName>
    <dmsv2SWPP2ObjectNumber xmlns="http://schemas.microsoft.com/sharepoint/v3">POST/GEK/CSS/FZR-ELT/01091/2025                   </dmsv2SWPP2ObjectNumber>
    <dmsv2SWPP2SumMD5 xmlns="http://schemas.microsoft.com/sharepoint/v3">41dcbc90c6ca50d3e950ea543df26891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672052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21857406</dmsv2BaseClientSystemDocumentID>
    <dmsv2BaseModifiedByID xmlns="http://schemas.microsoft.com/sharepoint/v3">14002458</dmsv2BaseModifiedByID>
    <dmsv2BaseCreatedByID xmlns="http://schemas.microsoft.com/sharepoint/v3">14002458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JT264K7MUK5A-354830722-22678</_dlc_DocId>
    <_dlc_DocIdUrl xmlns="a19cb1c7-c5c7-46d4-85ae-d83685407bba">
      <Url>https://swpp2.dms.gkpge.pl/sites/35/_layouts/15/DocIdRedir.aspx?ID=JT264K7MUK5A-354830722-22678</Url>
      <Description>JT264K7MUK5A-354830722-22678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1A598167CB604BB5A0025877F7BB84" ma:contentTypeVersion="0" ma:contentTypeDescription="SWPP2 Dokument bazowy" ma:contentTypeScope="" ma:versionID="86953b846be156a5ce89cbcc1d24a62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026D91F-B9BB-4CE8-9890-853A8B01BE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FACCED-EE94-4AB4-9510-30EAE454C4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0A2A7B-AE4F-4EC3-BBD8-A4CD966BF19B}"/>
</file>

<file path=customXml/itemProps4.xml><?xml version="1.0" encoding="utf-8"?>
<ds:datastoreItem xmlns:ds="http://schemas.openxmlformats.org/officeDocument/2006/customXml" ds:itemID="{24D4CDC3-EA1E-44D6-B49B-B8CB263F9DD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E489F55-CABC-4A91-8263-530EC43E8F86}"/>
</file>

<file path=docProps/app.xml><?xml version="1.0" encoding="utf-8"?>
<Properties xmlns="http://schemas.openxmlformats.org/officeDocument/2006/extended-properties" xmlns:vt="http://schemas.openxmlformats.org/officeDocument/2006/docPropsVTypes">
  <Template>PGE_GiEK_SA_papier_firmowy_szablon</Template>
  <TotalTime>34</TotalTime>
  <Pages>2</Pages>
  <Words>349</Words>
  <Characters>2096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Xeon</dc:creator>
  <cp:lastModifiedBy>Szymczyk Paweł [PGE GiEK S.A.]</cp:lastModifiedBy>
  <cp:revision>6</cp:revision>
  <cp:lastPrinted>2020-02-11T09:17:00Z</cp:lastPrinted>
  <dcterms:created xsi:type="dcterms:W3CDTF">2025-01-27T07:11:00Z</dcterms:created>
  <dcterms:modified xsi:type="dcterms:W3CDTF">2025-03-11T09:49:00Z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0x0101891000191A598167CB604BB5A0025877F7BB84</vt:lpwstr>
  </property>
  <property fmtid="{D5CDD505-2E9C-101B-9397-08002B2CF9AE}" pid="3" name="_dlc_DocIdItemGuid">
    <vt:lpwstr>fd4e7c5b-2e19-435a-97f1-39762d449ce1</vt:lpwstr>
  </property>
</Properties>
</file>